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alias w:val="Author"/>
        <w:id w:val="4805016"/>
        <w:placeholder>
          <w:docPart w:val="0830277D9E789448817E44C90E790DD0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p w:rsidR="009351C9" w:rsidRDefault="00F74CBE">
          <w:pPr>
            <w:pStyle w:val="YourName"/>
          </w:pPr>
          <w:r>
            <w:rPr>
              <w:lang w:val="en-CA"/>
            </w:rPr>
            <w:t>Pekka Sinervo</w:t>
          </w:r>
        </w:p>
      </w:sdtContent>
    </w:sdt>
    <w:p w:rsidR="009351C9" w:rsidRDefault="00F74CBE">
      <w:pPr>
        <w:pStyle w:val="ContactInformation"/>
      </w:pPr>
      <w:sdt>
        <w:sdtPr>
          <w:id w:val="4805025"/>
          <w:placeholder>
            <w:docPart w:val="43A9C7BA5A54C140B7A76DDFCF70FF4E"/>
          </w:placeholder>
          <w:temporary/>
          <w:showingPlcHdr/>
        </w:sdtPr>
        <w:sdtEndPr/>
        <w:sdtContent>
          <w:r>
            <w:t>[Street Address]</w:t>
          </w:r>
        </w:sdtContent>
      </w:sdt>
      <w:r>
        <w:t xml:space="preserve">, </w:t>
      </w:r>
      <w:sdt>
        <w:sdtPr>
          <w:id w:val="4805033"/>
          <w:placeholder>
            <w:docPart w:val="65BAF1D548D0A8448B11C77F71CE6929"/>
          </w:placeholder>
          <w:temporary/>
          <w:showingPlcHdr/>
        </w:sdtPr>
        <w:sdtEndPr/>
        <w:sdtContent>
          <w:r>
            <w:t>[City, ST ZIP Code]</w:t>
          </w:r>
        </w:sdtContent>
      </w:sdt>
      <w:r>
        <w:t xml:space="preserve"> | </w:t>
      </w:r>
      <w:sdt>
        <w:sdtPr>
          <w:id w:val="4805041"/>
          <w:placeholder>
            <w:docPart w:val="12460FD20FA0A841B66FB2622E6A8509"/>
          </w:placeholder>
          <w:temporary/>
          <w:showingPlcHdr/>
        </w:sdtPr>
        <w:sdtEndPr/>
        <w:sdtContent>
          <w:r>
            <w:t>[Phone]</w:t>
          </w:r>
        </w:sdtContent>
      </w:sdt>
      <w:r>
        <w:t xml:space="preserve"> | </w:t>
      </w:r>
      <w:sdt>
        <w:sdtPr>
          <w:id w:val="4805049"/>
          <w:placeholder>
            <w:docPart w:val="6DB76FA5F401C34EA5E8D4BB2AF15C59"/>
          </w:placeholder>
          <w:temporary/>
          <w:showingPlcHdr/>
        </w:sdtPr>
        <w:sdtEndPr/>
        <w:sdtContent>
          <w:r>
            <w:t>[E-Mail]</w:t>
          </w:r>
        </w:sdtContent>
      </w:sdt>
    </w:p>
    <w:p w:rsidR="009351C9" w:rsidRDefault="00F74CBE">
      <w:pPr>
        <w:pStyle w:val="SectionHeading"/>
      </w:pPr>
      <w:r>
        <w:t>EDUCATION</w:t>
      </w:r>
    </w:p>
    <w:sdt>
      <w:sdtPr>
        <w:id w:val="4805100"/>
        <w:placeholder>
          <w:docPart w:val="00707FF20E8ECD488CD6F613B7FD0A6F"/>
        </w:placeholder>
        <w:temporary/>
        <w:showingPlcHdr/>
      </w:sdtPr>
      <w:sdtEndPr/>
      <w:sdtContent>
        <w:p w:rsidR="009351C9" w:rsidRDefault="00F74CBE">
          <w:pPr>
            <w:pStyle w:val="Location"/>
          </w:pPr>
          <w:r>
            <w:t>[Elm University, Chapel Hill, NC]</w:t>
          </w:r>
        </w:p>
      </w:sdtContent>
    </w:sdt>
    <w:p w:rsidR="009351C9" w:rsidRDefault="00F74CBE">
      <w:pPr>
        <w:pStyle w:val="JobTitle"/>
      </w:pPr>
      <w:sdt>
        <w:sdtPr>
          <w:id w:val="4805108"/>
          <w:placeholder>
            <w:docPart w:val="0C04D80724AD5749BFA115FFB6774712"/>
          </w:placeholder>
          <w:temporary/>
          <w:showingPlcHdr/>
        </w:sdtPr>
        <w:sdtEndPr/>
        <w:sdtContent>
          <w:r>
            <w:t>[Ph.D. in English]</w:t>
          </w:r>
        </w:sdtContent>
      </w:sdt>
      <w:r>
        <w:tab/>
      </w:r>
      <w:sdt>
        <w:sdtPr>
          <w:id w:val="275215203"/>
          <w:placeholder>
            <w:docPart w:val="C6DEC08C03BDC540AE0C090572C26200"/>
          </w:placeholder>
          <w:showingPlcHdr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r>
            <w:t>[Pick the Year]</w:t>
          </w:r>
        </w:sdtContent>
      </w:sdt>
    </w:p>
    <w:sdt>
      <w:sdtPr>
        <w:id w:val="4805124"/>
        <w:placeholder>
          <w:docPart w:val="E9A2E281B4F61B4EB1DE589C7B801738"/>
        </w:placeholder>
        <w:temporary/>
        <w:showingPlcHdr/>
      </w:sdtPr>
      <w:sdtEndPr/>
      <w:sdtContent>
        <w:p w:rsidR="009351C9" w:rsidRDefault="00F74CBE">
          <w:pPr>
            <w:pStyle w:val="NormalBodyText"/>
          </w:pPr>
          <w:r>
            <w:t>[Dissertation: “The Cross-Cultural Communication Epidemic of the 21st Century”]</w:t>
          </w:r>
        </w:p>
      </w:sdtContent>
    </w:sdt>
    <w:sdt>
      <w:sdtPr>
        <w:id w:val="4805132"/>
        <w:placeholder>
          <w:docPart w:val="7601BDE5DE284F42AC2884B41D822086"/>
        </w:placeholder>
        <w:temporary/>
        <w:showingPlcHdr/>
      </w:sdtPr>
      <w:sdtEndPr/>
      <w:sdtContent>
        <w:p w:rsidR="009351C9" w:rsidRDefault="00F74CBE">
          <w:pPr>
            <w:pStyle w:val="SpaceAfter"/>
          </w:pPr>
          <w:r>
            <w:t>[Honors: Dissertation passed “with Distinction”]</w:t>
          </w:r>
        </w:p>
      </w:sdtContent>
    </w:sdt>
    <w:sdt>
      <w:sdtPr>
        <w:id w:val="4805140"/>
        <w:placeholder>
          <w:docPart w:val="8179586FFB667146A94B685180548DCF"/>
        </w:placeholder>
        <w:temporary/>
        <w:showingPlcHdr/>
      </w:sdtPr>
      <w:sdtEndPr/>
      <w:sdtContent>
        <w:p w:rsidR="009351C9" w:rsidRDefault="00F74CBE">
          <w:pPr>
            <w:pStyle w:val="Location"/>
          </w:pPr>
          <w:r>
            <w:t>[Elm University, Chapel Hill, NC]</w:t>
          </w:r>
        </w:p>
      </w:sdtContent>
    </w:sdt>
    <w:p w:rsidR="009351C9" w:rsidRDefault="00F74CBE">
      <w:pPr>
        <w:pStyle w:val="JobTitle"/>
      </w:pPr>
      <w:sdt>
        <w:sdtPr>
          <w:id w:val="4805148"/>
          <w:placeholder>
            <w:docPart w:val="F735D7BA3ED5EA44A44E1C6D677AF87B"/>
          </w:placeholder>
          <w:temporary/>
          <w:showingPlcHdr/>
        </w:sdtPr>
        <w:sdtEndPr/>
        <w:sdtContent>
          <w:r>
            <w:t>[M.A. in English]</w:t>
          </w:r>
        </w:sdtContent>
      </w:sdt>
      <w:r>
        <w:tab/>
      </w:r>
      <w:sdt>
        <w:sdtPr>
          <w:id w:val="275215213"/>
          <w:placeholder>
            <w:docPart w:val="B5DAC0629564FC4B84EF48BAA90B3740"/>
          </w:placeholder>
          <w:showingPlcHdr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r>
            <w:t>[Pick the Year]</w:t>
          </w:r>
        </w:sdtContent>
      </w:sdt>
    </w:p>
    <w:sdt>
      <w:sdtPr>
        <w:id w:val="4805193"/>
        <w:placeholder>
          <w:docPart w:val="2C3B15A5580F0A448794CA94E7981924"/>
        </w:placeholder>
        <w:temporary/>
        <w:showingPlcHdr/>
      </w:sdtPr>
      <w:sdtEndPr/>
      <w:sdtContent>
        <w:p w:rsidR="009351C9" w:rsidRDefault="00F74CBE">
          <w:pPr>
            <w:pStyle w:val="SpaceAfter"/>
          </w:pPr>
          <w:r>
            <w:t>[Thesis: “The Accessibility Debate of Content in the Online Context”]</w:t>
          </w:r>
        </w:p>
      </w:sdtContent>
    </w:sdt>
    <w:sdt>
      <w:sdtPr>
        <w:id w:val="4805201"/>
        <w:placeholder>
          <w:docPart w:val="2F2BCE5BDA97EE43A25A2029BBD5AA22"/>
        </w:placeholder>
        <w:temporary/>
        <w:showingPlcHdr/>
      </w:sdtPr>
      <w:sdtEndPr/>
      <w:sdtContent>
        <w:p w:rsidR="009351C9" w:rsidRDefault="00F74CBE">
          <w:pPr>
            <w:pStyle w:val="Location"/>
          </w:pPr>
          <w:r>
            <w:t>[Oak Tree University, Raleigh, NC]</w:t>
          </w:r>
        </w:p>
      </w:sdtContent>
    </w:sdt>
    <w:p w:rsidR="009351C9" w:rsidRDefault="00F74CBE">
      <w:pPr>
        <w:pStyle w:val="JobTitle"/>
      </w:pPr>
      <w:sdt>
        <w:sdtPr>
          <w:id w:val="4805209"/>
          <w:placeholder>
            <w:docPart w:val="0C268A7A3BA9534EB4260BBFA4BB013F"/>
          </w:placeholder>
          <w:temporary/>
          <w:showingPlcHdr/>
        </w:sdtPr>
        <w:sdtEndPr/>
        <w:sdtContent>
          <w:r>
            <w:t>[B.A. Honors in Englis</w:t>
          </w:r>
          <w:r>
            <w:t>h]</w:t>
          </w:r>
        </w:sdtContent>
      </w:sdt>
      <w:r>
        <w:tab/>
      </w:r>
      <w:sdt>
        <w:sdtPr>
          <w:id w:val="275215217"/>
          <w:placeholder>
            <w:docPart w:val="02D5FFA99714514799959794FCDF36F3"/>
          </w:placeholder>
          <w:showingPlcHdr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r>
            <w:t>[Pick the Year]</w:t>
          </w:r>
        </w:sdtContent>
      </w:sdt>
    </w:p>
    <w:sdt>
      <w:sdtPr>
        <w:id w:val="4805232"/>
        <w:placeholder>
          <w:docPart w:val="726E6DFE85F61B4B92F8664852E219EE"/>
        </w:placeholder>
        <w:temporary/>
        <w:showingPlcHdr/>
      </w:sdtPr>
      <w:sdtEndPr/>
      <w:sdtContent>
        <w:p w:rsidR="009351C9" w:rsidRDefault="00F74CBE">
          <w:pPr>
            <w:pStyle w:val="NormalBodyText"/>
          </w:pPr>
          <w:r>
            <w:t>[Areas of Concentration: Journalism, Proposal Writing]</w:t>
          </w:r>
        </w:p>
      </w:sdtContent>
    </w:sdt>
    <w:sdt>
      <w:sdtPr>
        <w:id w:val="4805240"/>
        <w:placeholder>
          <w:docPart w:val="44DCE29D0C42D74F95F4AE2D48984041"/>
        </w:placeholder>
        <w:temporary/>
        <w:showingPlcHdr/>
      </w:sdtPr>
      <w:sdtEndPr/>
      <w:sdtContent>
        <w:p w:rsidR="009351C9" w:rsidRDefault="00F74CBE">
          <w:pPr>
            <w:pStyle w:val="NormalBodyText"/>
          </w:pPr>
          <w:r>
            <w:t>[Minor: French]</w:t>
          </w:r>
        </w:p>
      </w:sdtContent>
    </w:sdt>
    <w:sdt>
      <w:sdtPr>
        <w:id w:val="4805248"/>
        <w:placeholder>
          <w:docPart w:val="7F4FC91147F4A54398FBC62BA754F65D"/>
        </w:placeholder>
        <w:temporary/>
        <w:showingPlcHdr/>
      </w:sdtPr>
      <w:sdtEndPr/>
      <w:sdtContent>
        <w:p w:rsidR="009351C9" w:rsidRDefault="00F74CBE">
          <w:pPr>
            <w:pStyle w:val="SpaceAfter"/>
          </w:pPr>
          <w:r>
            <w:t>[Honors Thesis: “The Female Betrayed and Modern Media”]</w:t>
          </w:r>
        </w:p>
      </w:sdtContent>
    </w:sdt>
    <w:p w:rsidR="009351C9" w:rsidRDefault="00F74CBE">
      <w:pPr>
        <w:pStyle w:val="SectionHeading"/>
      </w:pPr>
      <w:r>
        <w:t>AWARDS</w:t>
      </w:r>
    </w:p>
    <w:p w:rsidR="009351C9" w:rsidRDefault="00F74CBE">
      <w:pPr>
        <w:pStyle w:val="NormalBodyText"/>
      </w:pPr>
      <w:sdt>
        <w:sdtPr>
          <w:id w:val="4805256"/>
          <w:placeholder>
            <w:docPart w:val="E4FA168FAF8C7C47939C3528F4400890"/>
          </w:placeholder>
          <w:temporary/>
          <w:showingPlcHdr/>
        </w:sdtPr>
        <w:sdtEndPr/>
        <w:sdtContent>
          <w:r>
            <w:t>[Postdoctoral Fellowship, Elm University]</w:t>
          </w:r>
        </w:sdtContent>
      </w:sdt>
      <w:r>
        <w:tab/>
      </w:r>
      <w:sdt>
        <w:sdtPr>
          <w:id w:val="275215226"/>
          <w:placeholder>
            <w:docPart w:val="BC77B9FA2FBCF64CA7EBEF4A7737E959"/>
          </w:placeholder>
          <w:showingPlcHdr/>
          <w:date>
            <w:dateFormat w:val="MMMM yyyy"/>
            <w:lid w:val="en-US"/>
            <w:storeMappedDataAs w:val="dateTime"/>
            <w:calendar w:val="gregorian"/>
          </w:date>
        </w:sdtPr>
        <w:sdtEndPr/>
        <w:sdtContent>
          <w:r>
            <w:t>[Start Date]</w:t>
          </w:r>
        </w:sdtContent>
      </w:sdt>
      <w:r>
        <w:t xml:space="preserve"> – </w:t>
      </w:r>
      <w:sdt>
        <w:sdtPr>
          <w:id w:val="275215228"/>
          <w:placeholder>
            <w:docPart w:val="BE759E752B094141905F485BDC08B0DE"/>
          </w:placeholder>
          <w:showingPlcHdr/>
          <w:date>
            <w:dateFormat w:val="MMMM yyyy"/>
            <w:lid w:val="en-US"/>
            <w:storeMappedDataAs w:val="dateTime"/>
            <w:calendar w:val="gregorian"/>
          </w:date>
        </w:sdtPr>
        <w:sdtEndPr/>
        <w:sdtContent>
          <w:r>
            <w:t>[End Date]</w:t>
          </w:r>
        </w:sdtContent>
      </w:sdt>
    </w:p>
    <w:p w:rsidR="009351C9" w:rsidRDefault="00F74CBE">
      <w:pPr>
        <w:pStyle w:val="NormalBodyText"/>
      </w:pPr>
      <w:sdt>
        <w:sdtPr>
          <w:id w:val="4805264"/>
          <w:placeholder>
            <w:docPart w:val="C9DEB53AFAC0014EBB6F24D4C487A97B"/>
          </w:placeholder>
          <w:temporary/>
          <w:showingPlcHdr/>
        </w:sdtPr>
        <w:sdtEndPr/>
        <w:sdtContent>
          <w:r>
            <w:t>[President’s Fellow</w:t>
          </w:r>
          <w:r>
            <w:t>ship</w:t>
          </w:r>
          <w:r>
            <w:rPr>
              <w:i/>
            </w:rPr>
            <w:t>, Oak Tree University</w:t>
          </w:r>
          <w:r>
            <w:t>]</w:t>
          </w:r>
        </w:sdtContent>
      </w:sdt>
      <w:r>
        <w:tab/>
      </w:r>
      <w:sdt>
        <w:sdtPr>
          <w:id w:val="275215230"/>
          <w:placeholder>
            <w:docPart w:val="9956C79A32E3D14F942AA937E02E1E50"/>
          </w:placeholder>
          <w:showingPlcHdr/>
          <w:date>
            <w:dateFormat w:val="MMMM yyyy"/>
            <w:lid w:val="en-US"/>
            <w:storeMappedDataAs w:val="dateTime"/>
            <w:calendar w:val="gregorian"/>
          </w:date>
        </w:sdtPr>
        <w:sdtEndPr/>
        <w:sdtContent>
          <w:r>
            <w:t>[Start Date]</w:t>
          </w:r>
        </w:sdtContent>
      </w:sdt>
      <w:r>
        <w:t xml:space="preserve"> – </w:t>
      </w:r>
      <w:sdt>
        <w:sdtPr>
          <w:id w:val="275215232"/>
          <w:placeholder>
            <w:docPart w:val="E9A7CE543C35DC4E84353ED2AB2D710A"/>
          </w:placeholder>
          <w:showingPlcHdr/>
          <w:date>
            <w:dateFormat w:val="MMMM yyyy"/>
            <w:lid w:val="en-US"/>
            <w:storeMappedDataAs w:val="dateTime"/>
            <w:calendar w:val="gregorian"/>
          </w:date>
        </w:sdtPr>
        <w:sdtEndPr/>
        <w:sdtContent>
          <w:r>
            <w:t>[End Date]</w:t>
          </w:r>
        </w:sdtContent>
      </w:sdt>
    </w:p>
    <w:p w:rsidR="009351C9" w:rsidRDefault="00F74CBE">
      <w:pPr>
        <w:pStyle w:val="SpaceAfter1NoRightIndent"/>
      </w:pPr>
      <w:sdt>
        <w:sdtPr>
          <w:id w:val="4805272"/>
          <w:placeholder>
            <w:docPart w:val="DF0708E6EA55E846A1EDFFD552F8AD18"/>
          </w:placeholder>
          <w:temporary/>
          <w:showingPlcHdr/>
        </w:sdtPr>
        <w:sdtEndPr/>
        <w:sdtContent>
          <w:r>
            <w:t xml:space="preserve">[Excellence Grant, </w:t>
          </w:r>
          <w:r>
            <w:rPr>
              <w:i/>
            </w:rPr>
            <w:t>Oak Tree University</w:t>
          </w:r>
          <w:r>
            <w:t>]</w:t>
          </w:r>
        </w:sdtContent>
      </w:sdt>
      <w:r>
        <w:tab/>
      </w:r>
      <w:sdt>
        <w:sdtPr>
          <w:id w:val="275215238"/>
          <w:placeholder>
            <w:docPart w:val="B2F88D8225489244B8889A67DF867BC9"/>
          </w:placeholder>
          <w:showingPlcHdr/>
          <w:date>
            <w:dateFormat w:val="MMMM yyyy"/>
            <w:lid w:val="en-US"/>
            <w:storeMappedDataAs w:val="dateTime"/>
            <w:calendar w:val="gregorian"/>
          </w:date>
        </w:sdtPr>
        <w:sdtEndPr/>
        <w:sdtContent>
          <w:r>
            <w:t>[Start Date]</w:t>
          </w:r>
        </w:sdtContent>
      </w:sdt>
      <w:r>
        <w:t xml:space="preserve"> – </w:t>
      </w:r>
      <w:sdt>
        <w:sdtPr>
          <w:id w:val="275215240"/>
          <w:placeholder>
            <w:docPart w:val="6C10B7FABB98AB499FA7971EF56F37B5"/>
          </w:placeholder>
          <w:showingPlcHdr/>
          <w:date>
            <w:dateFormat w:val="MMMM yyyy"/>
            <w:lid w:val="en-US"/>
            <w:storeMappedDataAs w:val="dateTime"/>
            <w:calendar w:val="gregorian"/>
          </w:date>
        </w:sdtPr>
        <w:sdtEndPr/>
        <w:sdtContent>
          <w:r>
            <w:t>[End Date]</w:t>
          </w:r>
        </w:sdtContent>
      </w:sdt>
    </w:p>
    <w:p w:rsidR="009351C9" w:rsidRDefault="00F74CBE">
      <w:pPr>
        <w:pStyle w:val="SectionHeading"/>
      </w:pPr>
      <w:r>
        <w:t>TEACHING EXPERIENCE</w:t>
      </w:r>
    </w:p>
    <w:sdt>
      <w:sdtPr>
        <w:id w:val="4805688"/>
        <w:placeholder>
          <w:docPart w:val="BA955D4BEF6CA14BBC1A842F9EB9BE65"/>
        </w:placeholder>
        <w:temporary/>
        <w:showingPlcHdr/>
      </w:sdtPr>
      <w:sdtEndPr/>
      <w:sdtContent>
        <w:p w:rsidR="009351C9" w:rsidRDefault="00F74CBE">
          <w:pPr>
            <w:pStyle w:val="Location"/>
          </w:pPr>
          <w:r>
            <w:t>[Walnut Grove University, Chapel Hill, NC]</w:t>
          </w:r>
        </w:p>
      </w:sdtContent>
    </w:sdt>
    <w:p w:rsidR="009351C9" w:rsidRDefault="00F74CBE">
      <w:pPr>
        <w:pStyle w:val="JobTitle"/>
      </w:pPr>
      <w:sdt>
        <w:sdtPr>
          <w:id w:val="4805696"/>
          <w:placeholder>
            <w:docPart w:val="27D55D0103168841B497243EA34CA13B"/>
          </w:placeholder>
          <w:temporary/>
          <w:showingPlcHdr/>
        </w:sdtPr>
        <w:sdtEndPr/>
        <w:sdtContent>
          <w:r>
            <w:t>[Lecturer – “Global Communication in the 21st Century”]</w:t>
          </w:r>
        </w:sdtContent>
      </w:sdt>
      <w:r>
        <w:tab/>
      </w:r>
      <w:sdt>
        <w:sdtPr>
          <w:id w:val="275215262"/>
          <w:placeholder>
            <w:docPart w:val="DB83B21D49B0A247B0136FC4CF5723F2"/>
          </w:placeholder>
          <w:showingPlcHdr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r>
            <w:t>[P</w:t>
          </w:r>
          <w:r>
            <w:t>ick the Year]</w:t>
          </w:r>
        </w:sdtContent>
      </w:sdt>
    </w:p>
    <w:sdt>
      <w:sdtPr>
        <w:id w:val="4805705"/>
        <w:placeholder>
          <w:docPart w:val="268FC60E461EBE429D0FC47FA7E49B38"/>
        </w:placeholder>
        <w:temporary/>
        <w:showingPlcHdr/>
      </w:sdtPr>
      <w:sdtEndPr/>
      <w:sdtContent>
        <w:p w:rsidR="009351C9" w:rsidRDefault="00F74CBE">
          <w:pPr>
            <w:pStyle w:val="SpaceAfter"/>
          </w:pPr>
          <w:r>
            <w:t>[Developed syllabus and overall course structure, and administered all grades.]</w:t>
          </w:r>
        </w:p>
      </w:sdtContent>
    </w:sdt>
    <w:p w:rsidR="009351C9" w:rsidRDefault="00F74CBE">
      <w:pPr>
        <w:pStyle w:val="JobTitle"/>
      </w:pPr>
      <w:sdt>
        <w:sdtPr>
          <w:id w:val="4805742"/>
          <w:placeholder>
            <w:docPart w:val="6DD9FDFDC3B2E343ADCC547690834C6C"/>
          </w:placeholder>
          <w:temporary/>
          <w:showingPlcHdr/>
        </w:sdtPr>
        <w:sdtEndPr/>
        <w:sdtContent>
          <w:r>
            <w:t>[Adjunct Instructor – “Editing Technical Documents”]</w:t>
          </w:r>
        </w:sdtContent>
      </w:sdt>
      <w:r>
        <w:tab/>
      </w:r>
      <w:sdt>
        <w:sdtPr>
          <w:id w:val="275215266"/>
          <w:placeholder>
            <w:docPart w:val="2A505B76478948448BE31878870869B7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>
            <w:t>[Pick the Year]</w:t>
          </w:r>
        </w:sdtContent>
      </w:sdt>
    </w:p>
    <w:sdt>
      <w:sdtPr>
        <w:id w:val="4805750"/>
        <w:placeholder>
          <w:docPart w:val="65AE2BA8612BA444856A759807146CBE"/>
        </w:placeholder>
        <w:temporary/>
        <w:showingPlcHdr/>
      </w:sdtPr>
      <w:sdtEndPr/>
      <w:sdtContent>
        <w:p w:rsidR="009351C9" w:rsidRDefault="00F74CBE">
          <w:pPr>
            <w:pStyle w:val="SpaceAfter"/>
          </w:pPr>
          <w:r>
            <w:t>[Developed syllabus and overall course structure, and administered all grades.]</w:t>
          </w:r>
        </w:p>
      </w:sdtContent>
    </w:sdt>
    <w:p w:rsidR="009351C9" w:rsidRDefault="00F74CBE">
      <w:pPr>
        <w:pStyle w:val="JobTitle"/>
      </w:pPr>
      <w:sdt>
        <w:sdtPr>
          <w:id w:val="4805790"/>
          <w:placeholder>
            <w:docPart w:val="DA3291FE0C6FAC4F93804AAD4FE88D95"/>
          </w:placeholder>
          <w:temporary/>
          <w:showingPlcHdr/>
        </w:sdtPr>
        <w:sdtEndPr/>
        <w:sdtContent>
          <w:r>
            <w:t>[Instructor – French 101, 102, 201, 202]</w:t>
          </w:r>
        </w:sdtContent>
      </w:sdt>
      <w:r>
        <w:tab/>
      </w:r>
      <w:sdt>
        <w:sdtPr>
          <w:id w:val="275215269"/>
          <w:placeholder>
            <w:docPart w:val="397073D3B3F0524299BE6F481687B639"/>
          </w:placeholder>
          <w:showingPlcHdr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r>
            <w:t>[Pick the Year</w:t>
          </w:r>
        </w:sdtContent>
      </w:sdt>
    </w:p>
    <w:sdt>
      <w:sdtPr>
        <w:id w:val="4805798"/>
        <w:placeholder>
          <w:docPart w:val="58F903BF7494ED43970DE9B7890D2050"/>
        </w:placeholder>
        <w:temporary/>
        <w:showingPlcHdr/>
      </w:sdtPr>
      <w:sdtEndPr/>
      <w:sdtContent>
        <w:p w:rsidR="009351C9" w:rsidRDefault="00F74CBE">
          <w:pPr>
            <w:pStyle w:val="SpaceAfter"/>
          </w:pPr>
          <w:r>
            <w:t>[Developed syllabus and overall course structure, including weekly lab practicum, and administered all grades.]</w:t>
          </w:r>
        </w:p>
      </w:sdtContent>
    </w:sdt>
    <w:p w:rsidR="009351C9" w:rsidRDefault="00F74CBE">
      <w:pPr>
        <w:pStyle w:val="JobTitle"/>
      </w:pPr>
      <w:sdt>
        <w:sdtPr>
          <w:id w:val="4805993"/>
          <w:placeholder>
            <w:docPart w:val="2358302FEADD4D48B1A1F3956783ECA0"/>
          </w:placeholder>
          <w:temporary/>
          <w:showingPlcHdr/>
        </w:sdtPr>
        <w:sdtEndPr/>
        <w:sdtContent>
          <w:r>
            <w:t>[Teaching Assistant – to Professor Garth Fort in “Advanced Rhetoric”]</w:t>
          </w:r>
        </w:sdtContent>
      </w:sdt>
      <w:r>
        <w:tab/>
      </w:r>
      <w:sdt>
        <w:sdtPr>
          <w:id w:val="275215274"/>
          <w:placeholder>
            <w:docPart w:val="158002631698D749A3C1F0B400B8A96F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>
            <w:t xml:space="preserve">[Pick the </w:t>
          </w:r>
          <w:r>
            <w:t>Year]</w:t>
          </w:r>
        </w:sdtContent>
      </w:sdt>
    </w:p>
    <w:sdt>
      <w:sdtPr>
        <w:id w:val="4806001"/>
        <w:placeholder>
          <w:docPart w:val="034C1BBA5A503A4E893CBEB4526819E9"/>
        </w:placeholder>
        <w:temporary/>
        <w:showingPlcHdr/>
      </w:sdtPr>
      <w:sdtEndPr/>
      <w:sdtContent>
        <w:p w:rsidR="009351C9" w:rsidRDefault="00F74CBE">
          <w:pPr>
            <w:pStyle w:val="SpaceAfter"/>
          </w:pPr>
          <w:r>
            <w:t>[Collaborated on curriculum and exam development, met with students upon request, and graded all written work, including final exam papers.]</w:t>
          </w:r>
        </w:p>
      </w:sdtContent>
    </w:sdt>
    <w:p w:rsidR="009351C9" w:rsidRDefault="00F74CBE">
      <w:pPr>
        <w:pStyle w:val="SectionHeading"/>
      </w:pPr>
      <w:r>
        <w:t>RELATED EXPERIENCE</w:t>
      </w:r>
    </w:p>
    <w:sdt>
      <w:sdtPr>
        <w:id w:val="4806073"/>
        <w:placeholder>
          <w:docPart w:val="E5270B64211FDA44B8F264D2FE28A304"/>
        </w:placeholder>
        <w:temporary/>
        <w:showingPlcHdr/>
      </w:sdtPr>
      <w:sdtEndPr/>
      <w:sdtContent>
        <w:p w:rsidR="009351C9" w:rsidRDefault="00F74CBE">
          <w:pPr>
            <w:pStyle w:val="Location"/>
          </w:pPr>
          <w:r>
            <w:t>[Lucerne Publishing, Raleigh, NC]</w:t>
          </w:r>
        </w:p>
      </w:sdtContent>
    </w:sdt>
    <w:p w:rsidR="009351C9" w:rsidRDefault="00F74CBE">
      <w:pPr>
        <w:pStyle w:val="JobTitle"/>
      </w:pPr>
      <w:sdt>
        <w:sdtPr>
          <w:id w:val="4806081"/>
          <w:placeholder>
            <w:docPart w:val="2B12FE223936084F95220B3EC319CA50"/>
          </w:placeholder>
          <w:temporary/>
          <w:showingPlcHdr/>
        </w:sdtPr>
        <w:sdtEndPr/>
        <w:sdtContent>
          <w:r>
            <w:t>[Editor]</w:t>
          </w:r>
        </w:sdtContent>
      </w:sdt>
      <w:r>
        <w:tab/>
      </w:r>
      <w:sdt>
        <w:sdtPr>
          <w:id w:val="275215280"/>
          <w:placeholder>
            <w:docPart w:val="B51AB83147A54A4393BC58D168FB6211"/>
          </w:placeholder>
          <w:showingPlcHdr/>
          <w:date>
            <w:dateFormat w:val="MMMM yyyy"/>
            <w:lid w:val="en-US"/>
            <w:storeMappedDataAs w:val="dateTime"/>
            <w:calendar w:val="gregorian"/>
          </w:date>
        </w:sdtPr>
        <w:sdtEndPr/>
        <w:sdtContent>
          <w:r>
            <w:t>[Start Date]</w:t>
          </w:r>
        </w:sdtContent>
      </w:sdt>
      <w:r>
        <w:t xml:space="preserve"> – </w:t>
      </w:r>
      <w:sdt>
        <w:sdtPr>
          <w:id w:val="275215282"/>
          <w:placeholder>
            <w:docPart w:val="7159A352169E814888FD7B308AF41BCF"/>
          </w:placeholder>
          <w:showingPlcHdr/>
          <w:date>
            <w:dateFormat w:val="MMMM yyyy"/>
            <w:lid w:val="en-US"/>
            <w:storeMappedDataAs w:val="dateTime"/>
            <w:calendar w:val="gregorian"/>
          </w:date>
        </w:sdtPr>
        <w:sdtEndPr/>
        <w:sdtContent>
          <w:r>
            <w:t>[End Date]</w:t>
          </w:r>
        </w:sdtContent>
      </w:sdt>
    </w:p>
    <w:sdt>
      <w:sdtPr>
        <w:id w:val="4806283"/>
        <w:placeholder>
          <w:docPart w:val="3CAA7CAF43AFD04CBD253A2CD6085C68"/>
        </w:placeholder>
        <w:temporary/>
        <w:showingPlcHdr/>
      </w:sdtPr>
      <w:sdtEndPr/>
      <w:sdtContent>
        <w:p w:rsidR="009351C9" w:rsidRDefault="00F74CBE">
          <w:pPr>
            <w:pStyle w:val="SpaceAfter"/>
          </w:pPr>
          <w:r>
            <w:t xml:space="preserve">[Provide </w:t>
          </w:r>
          <w:r>
            <w:t>as needed editorial support remotely, including developmental and copy editing of their internal online and printed documentation.]</w:t>
          </w:r>
        </w:p>
      </w:sdtContent>
    </w:sdt>
    <w:sdt>
      <w:sdtPr>
        <w:id w:val="4806291"/>
        <w:placeholder>
          <w:docPart w:val="5E60D431A115A44EAE526508B8B17A71"/>
        </w:placeholder>
        <w:temporary/>
        <w:showingPlcHdr/>
      </w:sdtPr>
      <w:sdtEndPr/>
      <w:sdtContent>
        <w:p w:rsidR="009351C9" w:rsidRDefault="00F74CBE">
          <w:pPr>
            <w:pStyle w:val="Location"/>
          </w:pPr>
          <w:r>
            <w:t>[Wide World Importers, Durham, NC]</w:t>
          </w:r>
        </w:p>
      </w:sdtContent>
    </w:sdt>
    <w:p w:rsidR="009351C9" w:rsidRDefault="00F74CBE">
      <w:pPr>
        <w:pStyle w:val="JobTitle"/>
      </w:pPr>
      <w:sdt>
        <w:sdtPr>
          <w:id w:val="4806299"/>
          <w:placeholder>
            <w:docPart w:val="500F93C4D81328488843C86E8949F49E"/>
          </w:placeholder>
          <w:temporary/>
          <w:showingPlcHdr/>
        </w:sdtPr>
        <w:sdtEndPr/>
        <w:sdtContent>
          <w:r>
            <w:t>[Researcher]</w:t>
          </w:r>
        </w:sdtContent>
      </w:sdt>
      <w:r>
        <w:tab/>
      </w:r>
      <w:sdt>
        <w:sdtPr>
          <w:id w:val="275215288"/>
          <w:placeholder>
            <w:docPart w:val="2A770745CF7E984F89CA88EF33F85C98"/>
          </w:placeholder>
          <w:showingPlcHdr/>
          <w:date>
            <w:dateFormat w:val="MMMM yyyy"/>
            <w:lid w:val="en-US"/>
            <w:storeMappedDataAs w:val="dateTime"/>
            <w:calendar w:val="gregorian"/>
          </w:date>
        </w:sdtPr>
        <w:sdtEndPr/>
        <w:sdtContent>
          <w:r>
            <w:t>[Start Date]</w:t>
          </w:r>
        </w:sdtContent>
      </w:sdt>
      <w:r>
        <w:t xml:space="preserve"> – </w:t>
      </w:r>
      <w:sdt>
        <w:sdtPr>
          <w:id w:val="275215290"/>
          <w:placeholder>
            <w:docPart w:val="4DB1EEDF8B96DD4DBDE33C9CE70B5FE1"/>
          </w:placeholder>
          <w:showingPlcHdr/>
          <w:date>
            <w:dateFormat w:val="MMMM yyyy"/>
            <w:lid w:val="en-US"/>
            <w:storeMappedDataAs w:val="dateTime"/>
            <w:calendar w:val="gregorian"/>
          </w:date>
        </w:sdtPr>
        <w:sdtEndPr/>
        <w:sdtContent>
          <w:r>
            <w:t>[End Date]</w:t>
          </w:r>
        </w:sdtContent>
      </w:sdt>
    </w:p>
    <w:sdt>
      <w:sdtPr>
        <w:id w:val="4806307"/>
        <w:placeholder>
          <w:docPart w:val="FD9560BCEBC29747B56480F00E40CCA2"/>
        </w:placeholder>
        <w:temporary/>
        <w:showingPlcHdr/>
      </w:sdtPr>
      <w:sdtEndPr/>
      <w:sdtContent>
        <w:p w:rsidR="009351C9" w:rsidRDefault="00F74CBE">
          <w:pPr>
            <w:pStyle w:val="SpaceAfter"/>
          </w:pPr>
          <w:r>
            <w:t xml:space="preserve">[Compile reports, including statistical </w:t>
          </w:r>
          <w:r>
            <w:t>and market trends, to track the growth of online shipping sales versus the primary offline practices.]</w:t>
          </w:r>
        </w:p>
      </w:sdtContent>
    </w:sdt>
    <w:sdt>
      <w:sdtPr>
        <w:id w:val="4806315"/>
        <w:placeholder>
          <w:docPart w:val="815ABA3907BD914C9F6714E7188C8E67"/>
        </w:placeholder>
        <w:temporary/>
        <w:showingPlcHdr/>
      </w:sdtPr>
      <w:sdtEndPr/>
      <w:sdtContent>
        <w:p w:rsidR="009351C9" w:rsidRDefault="00F74CBE">
          <w:pPr>
            <w:pStyle w:val="Location"/>
          </w:pPr>
          <w:r>
            <w:t>[Fabrikam, Inc., Raleigh, NC]</w:t>
          </w:r>
        </w:p>
      </w:sdtContent>
    </w:sdt>
    <w:p w:rsidR="009351C9" w:rsidRDefault="00F74CBE">
      <w:pPr>
        <w:pStyle w:val="JobTitle"/>
      </w:pPr>
      <w:sdt>
        <w:sdtPr>
          <w:id w:val="4806323"/>
          <w:placeholder>
            <w:docPart w:val="73B668B3591C9F418AEF8DE2E340ED16"/>
          </w:placeholder>
          <w:temporary/>
          <w:showingPlcHdr/>
        </w:sdtPr>
        <w:sdtEndPr/>
        <w:sdtContent>
          <w:r>
            <w:t>[Language Consultant]</w:t>
          </w:r>
        </w:sdtContent>
      </w:sdt>
      <w:r>
        <w:tab/>
      </w:r>
      <w:sdt>
        <w:sdtPr>
          <w:id w:val="275215299"/>
          <w:placeholder>
            <w:docPart w:val="A233D1E4E9237B44BA5A080720C08382"/>
          </w:placeholder>
          <w:showingPlcHdr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r>
            <w:t>[Pick the Year</w:t>
          </w:r>
        </w:sdtContent>
      </w:sdt>
    </w:p>
    <w:sdt>
      <w:sdtPr>
        <w:id w:val="4806331"/>
        <w:placeholder>
          <w:docPart w:val="275BB1097B92B4499FB9374148B24D9E"/>
        </w:placeholder>
        <w:temporary/>
        <w:showingPlcHdr/>
      </w:sdtPr>
      <w:sdtEndPr/>
      <w:sdtContent>
        <w:p w:rsidR="009351C9" w:rsidRDefault="00F74CBE">
          <w:pPr>
            <w:pStyle w:val="SpaceAfter"/>
          </w:pPr>
          <w:r>
            <w:t>[Translated American-English external Web site content to French.]</w:t>
          </w:r>
        </w:p>
      </w:sdtContent>
    </w:sdt>
    <w:sdt>
      <w:sdtPr>
        <w:id w:val="4806391"/>
        <w:placeholder>
          <w:docPart w:val="56A9647EDAE92247B96B9E36F439E3BC"/>
        </w:placeholder>
        <w:temporary/>
        <w:showingPlcHdr/>
      </w:sdtPr>
      <w:sdtEndPr/>
      <w:sdtContent>
        <w:p w:rsidR="009351C9" w:rsidRDefault="00F74CBE">
          <w:pPr>
            <w:pStyle w:val="Location"/>
          </w:pPr>
          <w:r>
            <w:t>[Trey Res</w:t>
          </w:r>
          <w:r>
            <w:t>earch, Raleigh, NC]</w:t>
          </w:r>
        </w:p>
      </w:sdtContent>
    </w:sdt>
    <w:p w:rsidR="009351C9" w:rsidRDefault="00F74CBE">
      <w:pPr>
        <w:pStyle w:val="JobTitle"/>
      </w:pPr>
      <w:sdt>
        <w:sdtPr>
          <w:id w:val="4806399"/>
          <w:placeholder>
            <w:docPart w:val="7BCE99948C005141A4712BE3386377C0"/>
          </w:placeholder>
          <w:temporary/>
          <w:showingPlcHdr/>
        </w:sdtPr>
        <w:sdtEndPr/>
        <w:sdtContent>
          <w:r>
            <w:t>[User Interface Design Consultant]</w:t>
          </w:r>
        </w:sdtContent>
      </w:sdt>
      <w:r>
        <w:tab/>
      </w:r>
      <w:sdt>
        <w:sdtPr>
          <w:id w:val="275215307"/>
          <w:placeholder>
            <w:docPart w:val="DCAEEF3D1609C9458623FC427A1C5E7A"/>
          </w:placeholder>
          <w:showingPlcHdr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r>
            <w:t>[Pick the Year]</w:t>
          </w:r>
        </w:sdtContent>
      </w:sdt>
    </w:p>
    <w:sdt>
      <w:sdtPr>
        <w:id w:val="4806463"/>
        <w:placeholder>
          <w:docPart w:val="EF5E27D549EC1A4F81DCD4116FD8C839"/>
        </w:placeholder>
        <w:temporary/>
        <w:showingPlcHdr/>
      </w:sdtPr>
      <w:sdtEndPr/>
      <w:sdtContent>
        <w:p w:rsidR="009351C9" w:rsidRDefault="00F74CBE">
          <w:pPr>
            <w:pStyle w:val="SpaceAfter"/>
          </w:pPr>
          <w:r>
            <w:t>[Provided content design feedback to program managers to create accessible segue between English and French versions of related content.]</w:t>
          </w:r>
        </w:p>
      </w:sdtContent>
    </w:sdt>
    <w:p w:rsidR="009351C9" w:rsidRDefault="00F74CBE">
      <w:pPr>
        <w:pStyle w:val="SectionHeading"/>
      </w:pPr>
      <w:r>
        <w:lastRenderedPageBreak/>
        <w:t>PUBLICATIONS AND PAPERS</w:t>
      </w:r>
    </w:p>
    <w:sdt>
      <w:sdtPr>
        <w:id w:val="4806471"/>
        <w:placeholder>
          <w:docPart w:val="D259B9871732F14BB75A77583E92C1AD"/>
        </w:placeholder>
        <w:temporary/>
        <w:showingPlcHdr/>
      </w:sdtPr>
      <w:sdtEndPr/>
      <w:sdtContent>
        <w:p w:rsidR="009351C9" w:rsidRDefault="00F74CBE">
          <w:pPr>
            <w:pStyle w:val="ItalicHeading"/>
          </w:pPr>
          <w:r>
            <w:t>[“The Cross-Cul</w:t>
          </w:r>
          <w:r>
            <w:t>tural Communication Epidemic of the 21st Century”]</w:t>
          </w:r>
        </w:p>
      </w:sdtContent>
    </w:sdt>
    <w:p w:rsidR="009351C9" w:rsidRDefault="00F74CBE">
      <w:pPr>
        <w:pStyle w:val="SpaceAfter"/>
      </w:pPr>
      <w:sdt>
        <w:sdtPr>
          <w:id w:val="4806479"/>
          <w:placeholder>
            <w:docPart w:val="D052FD61EB484C448CA89F3282606C69"/>
          </w:placeholder>
          <w:temporary/>
          <w:showingPlcHdr/>
        </w:sdtPr>
        <w:sdtEndPr/>
        <w:sdtContent>
          <w:r>
            <w:t xml:space="preserve">[Guest speaker at the Global Communication Convention, </w:t>
          </w:r>
          <w:r>
            <w:rPr>
              <w:i/>
            </w:rPr>
            <w:t>Los Angeles, CA</w:t>
          </w:r>
          <w:r>
            <w:t>]</w:t>
          </w:r>
        </w:sdtContent>
      </w:sdt>
      <w:r>
        <w:tab/>
      </w:r>
      <w:sdt>
        <w:sdtPr>
          <w:id w:val="275215311"/>
          <w:placeholder>
            <w:docPart w:val="BD53B59F3CC327409517F9A9C5EDC72A"/>
          </w:placeholder>
          <w:showingPlcHdr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r>
            <w:t>[Pick the Year]</w:t>
          </w:r>
        </w:sdtContent>
      </w:sdt>
    </w:p>
    <w:sdt>
      <w:sdtPr>
        <w:id w:val="4806547"/>
        <w:placeholder>
          <w:docPart w:val="829C26340B45914ABE88C374810100CE"/>
        </w:placeholder>
        <w:temporary/>
        <w:showingPlcHdr/>
      </w:sdtPr>
      <w:sdtEndPr/>
      <w:sdtContent>
        <w:p w:rsidR="009351C9" w:rsidRDefault="00F74CBE">
          <w:pPr>
            <w:pStyle w:val="ItalicHeading"/>
          </w:pPr>
          <w:r>
            <w:t>[“Why So Many Documents Remain Inaccessible in the Information Age”]</w:t>
          </w:r>
        </w:p>
      </w:sdtContent>
    </w:sdt>
    <w:p w:rsidR="009351C9" w:rsidRDefault="00F74CBE">
      <w:pPr>
        <w:pStyle w:val="SpaceAfter"/>
      </w:pPr>
      <w:sdt>
        <w:sdtPr>
          <w:id w:val="4806555"/>
          <w:placeholder>
            <w:docPart w:val="6CF1AF609ADE41428707516322947C32"/>
          </w:placeholder>
          <w:temporary/>
          <w:showingPlcHdr/>
        </w:sdtPr>
        <w:sdtEndPr/>
        <w:sdtContent>
          <w:r>
            <w:t>[Paper presented at the Annual Meeting o</w:t>
          </w:r>
          <w:r>
            <w:t>f English Professors</w:t>
          </w:r>
          <w:r>
            <w:rPr>
              <w:i/>
            </w:rPr>
            <w:t>, New York, NY</w:t>
          </w:r>
          <w:r>
            <w:t>]</w:t>
          </w:r>
        </w:sdtContent>
      </w:sdt>
      <w:r>
        <w:tab/>
      </w:r>
      <w:sdt>
        <w:sdtPr>
          <w:id w:val="277298032"/>
          <w:placeholder>
            <w:docPart w:val="89B47F673E1C7B4C9657B8E99E38BF03"/>
          </w:placeholder>
          <w:showingPlcHdr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r>
            <w:t>[Pick the Year]</w:t>
          </w:r>
        </w:sdtContent>
      </w:sdt>
    </w:p>
    <w:sdt>
      <w:sdtPr>
        <w:id w:val="4806626"/>
        <w:placeholder>
          <w:docPart w:val="51CBF45CF9C1D8449CA42BE1FD50D9B4"/>
        </w:placeholder>
        <w:temporary/>
        <w:showingPlcHdr/>
      </w:sdtPr>
      <w:sdtEndPr/>
      <w:sdtContent>
        <w:p w:rsidR="009351C9" w:rsidRDefault="00F74CBE">
          <w:pPr>
            <w:pStyle w:val="ItalicHeading"/>
          </w:pPr>
          <w:r>
            <w:t>[“The Female Betrayed and Modern Media”]</w:t>
          </w:r>
        </w:p>
      </w:sdtContent>
    </w:sdt>
    <w:p w:rsidR="009351C9" w:rsidRDefault="00F74CBE">
      <w:pPr>
        <w:pStyle w:val="SpaceAfter"/>
      </w:pPr>
      <w:sdt>
        <w:sdtPr>
          <w:id w:val="4806634"/>
          <w:placeholder>
            <w:docPart w:val="FCC634CF30125C4B93F8CD0BB4FE94C8"/>
          </w:placeholder>
          <w:temporary/>
          <w:showingPlcHdr/>
        </w:sdtPr>
        <w:sdtEndPr/>
        <w:sdtContent>
          <w:r>
            <w:t xml:space="preserve">[Paper presented to the Historical Society for American Women, </w:t>
          </w:r>
          <w:r>
            <w:rPr>
              <w:i/>
            </w:rPr>
            <w:t>Athens, Ohio</w:t>
          </w:r>
          <w:r>
            <w:t>]</w:t>
          </w:r>
        </w:sdtContent>
      </w:sdt>
      <w:r>
        <w:tab/>
      </w:r>
      <w:sdt>
        <w:sdtPr>
          <w:id w:val="277298037"/>
          <w:placeholder>
            <w:docPart w:val="C67C7399B477A945A64090C9291A3BAB"/>
          </w:placeholder>
          <w:showingPlcHdr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r>
            <w:t>[Pick the Year]</w:t>
          </w:r>
        </w:sdtContent>
      </w:sdt>
    </w:p>
    <w:p w:rsidR="009351C9" w:rsidRDefault="00F74CBE">
      <w:pPr>
        <w:pStyle w:val="SectionHeading"/>
      </w:pPr>
      <w:r>
        <w:t>LANGUAGES</w:t>
      </w:r>
    </w:p>
    <w:sdt>
      <w:sdtPr>
        <w:id w:val="4806708"/>
        <w:placeholder>
          <w:docPart w:val="E1B1B4CA64B4514D964D86029705FC29"/>
        </w:placeholder>
        <w:temporary/>
        <w:showingPlcHdr/>
      </w:sdtPr>
      <w:sdtEndPr/>
      <w:sdtContent>
        <w:p w:rsidR="009351C9" w:rsidRDefault="00F74CBE">
          <w:pPr>
            <w:pStyle w:val="NormalBodyText"/>
          </w:pPr>
          <w:r>
            <w:t>[English – native language]</w:t>
          </w:r>
        </w:p>
      </w:sdtContent>
    </w:sdt>
    <w:sdt>
      <w:sdtPr>
        <w:id w:val="4806716"/>
        <w:placeholder>
          <w:docPart w:val="03AC348E3A40B74E97C7A3FB768C151F"/>
        </w:placeholder>
        <w:temporary/>
        <w:showingPlcHdr/>
      </w:sdtPr>
      <w:sdtEndPr/>
      <w:sdtContent>
        <w:p w:rsidR="009351C9" w:rsidRDefault="00F74CBE">
          <w:pPr>
            <w:pStyle w:val="NormalBodyText"/>
          </w:pPr>
          <w:r>
            <w:t xml:space="preserve">[French – speak </w:t>
          </w:r>
          <w:r>
            <w:t>fluently and read/write with high proficiency]</w:t>
          </w:r>
        </w:p>
      </w:sdtContent>
    </w:sdt>
    <w:sdt>
      <w:sdtPr>
        <w:id w:val="4806724"/>
        <w:placeholder>
          <w:docPart w:val="07802444F4EC7345A69AD4506F1C17C7"/>
        </w:placeholder>
        <w:temporary/>
        <w:showingPlcHdr/>
      </w:sdtPr>
      <w:sdtEndPr/>
      <w:sdtContent>
        <w:p w:rsidR="009351C9" w:rsidRDefault="00F74CBE">
          <w:pPr>
            <w:pStyle w:val="SpaceAfter"/>
          </w:pPr>
          <w:r>
            <w:t>[Spanish and Italian – speak, read, and write with basic competence]</w:t>
          </w:r>
        </w:p>
      </w:sdtContent>
    </w:sdt>
    <w:p w:rsidR="009351C9" w:rsidRDefault="00F74CBE">
      <w:pPr>
        <w:pStyle w:val="SectionHeading"/>
      </w:pPr>
      <w:r>
        <w:t>MEMBERSHIPS</w:t>
      </w:r>
    </w:p>
    <w:sdt>
      <w:sdtPr>
        <w:id w:val="4806732"/>
        <w:placeholder>
          <w:docPart w:val="F94BD647955E7E489EEA84436B7CA7CC"/>
        </w:placeholder>
        <w:temporary/>
        <w:showingPlcHdr/>
      </w:sdtPr>
      <w:sdtEndPr/>
      <w:sdtContent>
        <w:p w:rsidR="009351C9" w:rsidRDefault="00F74CBE">
          <w:pPr>
            <w:pStyle w:val="NormalBodyText"/>
          </w:pPr>
          <w:r>
            <w:t>[American Society of English Honorees]</w:t>
          </w:r>
        </w:p>
      </w:sdtContent>
    </w:sdt>
    <w:sdt>
      <w:sdtPr>
        <w:id w:val="4806740"/>
        <w:placeholder>
          <w:docPart w:val="7AFD2929AF6E8544807CD4C7DE7E58B4"/>
        </w:placeholder>
        <w:temporary/>
        <w:showingPlcHdr/>
      </w:sdtPr>
      <w:sdtEndPr/>
      <w:sdtContent>
        <w:p w:rsidR="009351C9" w:rsidRDefault="00F74CBE">
          <w:pPr>
            <w:pStyle w:val="NormalBodyText"/>
          </w:pPr>
          <w:r>
            <w:t>[Western Society of Women Writers]</w:t>
          </w:r>
        </w:p>
      </w:sdtContent>
    </w:sdt>
    <w:sdt>
      <w:sdtPr>
        <w:id w:val="4806748"/>
        <w:placeholder>
          <w:docPart w:val="60B8F755D2BD4942BD869B2417AFACF3"/>
        </w:placeholder>
        <w:temporary/>
        <w:showingPlcHdr/>
      </w:sdtPr>
      <w:sdtEndPr/>
      <w:sdtContent>
        <w:p w:rsidR="009351C9" w:rsidRDefault="00F74CBE">
          <w:pPr>
            <w:pStyle w:val="NormalBodyText"/>
          </w:pPr>
          <w:r>
            <w:t>[Organization of Global Communicators]</w:t>
          </w:r>
        </w:p>
      </w:sdtContent>
    </w:sdt>
    <w:sectPr w:rsidR="009351C9">
      <w:headerReference w:type="default" r:id="rId11"/>
      <w:pgSz w:w="12240" w:h="15840"/>
      <w:pgMar w:top="1440" w:right="108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CBE" w:rsidRDefault="00F74CBE">
      <w:pPr>
        <w:spacing w:line="240" w:lineRule="auto"/>
      </w:pPr>
      <w:r>
        <w:separator/>
      </w:r>
    </w:p>
  </w:endnote>
  <w:endnote w:type="continuationSeparator" w:id="0">
    <w:p w:rsidR="00F74CBE" w:rsidRDefault="00F74C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altName w:val="Cambria"/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CBE" w:rsidRDefault="00F74CBE">
      <w:pPr>
        <w:spacing w:line="240" w:lineRule="auto"/>
      </w:pPr>
      <w:r>
        <w:separator/>
      </w:r>
    </w:p>
  </w:footnote>
  <w:footnote w:type="continuationSeparator" w:id="0">
    <w:p w:rsidR="00F74CBE" w:rsidRDefault="00F74C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1C9" w:rsidRDefault="00F74CBE">
    <w:pPr>
      <w:pStyle w:val="YourName"/>
    </w:pPr>
    <w:sdt>
      <w:sdtPr>
        <w:alias w:val="Author"/>
        <w:id w:val="25244219"/>
        <w:placeholder>
          <w:docPart w:val="4A356F2C900E4A4B9DBF4C3C0317DACA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>
          <w:rPr>
            <w:lang w:val="en-CA"/>
          </w:rPr>
          <w:t>Pekka Sinervo</w:t>
        </w:r>
      </w:sdtContent>
    </w:sdt>
    <w: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540A8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3"/>
    <w:multiLevelType w:val="singleLevel"/>
    <w:tmpl w:val="46442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EECA70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9BBA95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8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CBE"/>
    <w:rsid w:val="009351C9"/>
    <w:rsid w:val="00F74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unhideWhenUsed/>
    <w:qFormat/>
    <w:pPr>
      <w:spacing w:after="0" w:line="264" w:lineRule="auto"/>
    </w:pPr>
    <w:rPr>
      <w:sz w:val="16"/>
    </w:rPr>
  </w:style>
  <w:style w:type="paragraph" w:styleId="Heading1">
    <w:name w:val="heading 1"/>
    <w:basedOn w:val="Normal"/>
    <w:next w:val="Normal"/>
    <w:link w:val="Heading1Char"/>
    <w:uiPriority w:val="1"/>
    <w:semiHidden/>
    <w:unhideWhenUsed/>
    <w:qFormat/>
    <w:pPr>
      <w:keepNext/>
      <w:keepLines/>
      <w:spacing w:after="40"/>
      <w:outlineLvl w:val="0"/>
    </w:pPr>
    <w:rPr>
      <w:rFonts w:asciiTheme="majorHAnsi" w:eastAsiaTheme="majorEastAsia" w:hAnsiTheme="majorHAnsi" w:cstheme="majorBidi"/>
      <w:b/>
      <w:bCs/>
      <w:caps/>
      <w:color w:val="000000" w:themeColor="text1"/>
      <w:spacing w:val="10"/>
      <w:szCs w:val="28"/>
    </w:rPr>
  </w:style>
  <w:style w:type="paragraph" w:styleId="Heading2">
    <w:name w:val="heading 2"/>
    <w:basedOn w:val="Normal"/>
    <w:next w:val="Normal"/>
    <w:link w:val="Heading2Char"/>
    <w:uiPriority w:val="1"/>
    <w:semiHidden/>
    <w:unhideWhenUsed/>
    <w:qFormat/>
    <w:pPr>
      <w:spacing w:before="240" w:after="40"/>
      <w:outlineLvl w:val="1"/>
    </w:pPr>
    <w:rPr>
      <w:caps/>
      <w:color w:val="000000" w:themeColor="text1"/>
      <w:spacing w:val="10"/>
    </w:rPr>
  </w:style>
  <w:style w:type="paragraph" w:styleId="Heading3">
    <w:name w:val="heading 3"/>
    <w:basedOn w:val="Normal"/>
    <w:next w:val="Normal"/>
    <w:link w:val="Heading3Char"/>
    <w:uiPriority w:val="1"/>
    <w:semiHidden/>
    <w:unhideWhenUsed/>
    <w:qFormat/>
    <w:pPr>
      <w:ind w:left="288"/>
      <w:outlineLvl w:val="2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semiHidden/>
    <w:rPr>
      <w:rFonts w:asciiTheme="majorHAnsi" w:eastAsiaTheme="majorEastAsia" w:hAnsiTheme="majorHAnsi" w:cstheme="majorBidi"/>
      <w:b/>
      <w:bCs/>
      <w:caps/>
      <w:color w:val="000000" w:themeColor="text1"/>
      <w:spacing w:val="10"/>
      <w:sz w:val="16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semiHidden/>
    <w:rPr>
      <w:caps/>
      <w:color w:val="000000" w:themeColor="text1"/>
      <w:spacing w:val="10"/>
      <w:sz w:val="16"/>
    </w:rPr>
  </w:style>
  <w:style w:type="character" w:customStyle="1" w:styleId="Heading3Char">
    <w:name w:val="Heading 3 Char"/>
    <w:basedOn w:val="DefaultParagraphFont"/>
    <w:link w:val="Heading3"/>
    <w:uiPriority w:val="1"/>
    <w:semiHidden/>
    <w:rPr>
      <w:i/>
      <w:sz w:val="16"/>
    </w:rPr>
  </w:style>
  <w:style w:type="paragraph" w:customStyle="1" w:styleId="JobTitle">
    <w:name w:val="Job Title"/>
    <w:basedOn w:val="Normal"/>
    <w:link w:val="JobTitleChar"/>
    <w:qFormat/>
    <w:pPr>
      <w:tabs>
        <w:tab w:val="left" w:pos="7560"/>
      </w:tabs>
      <w:ind w:left="288"/>
    </w:pPr>
    <w:rPr>
      <w:b/>
    </w:rPr>
  </w:style>
  <w:style w:type="character" w:customStyle="1" w:styleId="JobTitleChar">
    <w:name w:val="Job Title Char"/>
    <w:basedOn w:val="DefaultParagraphFont"/>
    <w:link w:val="JobTitle"/>
    <w:rPr>
      <w:b/>
      <w:sz w:val="16"/>
    </w:rPr>
  </w:style>
  <w:style w:type="paragraph" w:customStyle="1" w:styleId="ContactInformation">
    <w:name w:val="Contact Information"/>
    <w:basedOn w:val="Normal"/>
    <w:qFormat/>
    <w:pPr>
      <w:spacing w:after="400"/>
      <w:ind w:left="288"/>
    </w:pPr>
  </w:style>
  <w:style w:type="paragraph" w:customStyle="1" w:styleId="NormalBodyText">
    <w:name w:val="Normal Body Text"/>
    <w:basedOn w:val="Normal"/>
    <w:qFormat/>
    <w:pPr>
      <w:tabs>
        <w:tab w:val="left" w:pos="7560"/>
      </w:tabs>
      <w:ind w:left="288"/>
    </w:pPr>
  </w:style>
  <w:style w:type="paragraph" w:customStyle="1" w:styleId="AllCaps">
    <w:name w:val="All Caps"/>
    <w:basedOn w:val="Normal"/>
    <w:semiHidden/>
    <w:unhideWhenUsed/>
    <w:qFormat/>
    <w:rPr>
      <w:caps/>
      <w:spacing w:val="20"/>
      <w:sz w:val="15"/>
    </w:rPr>
  </w:style>
  <w:style w:type="paragraph" w:customStyle="1" w:styleId="Location">
    <w:name w:val="Location"/>
    <w:basedOn w:val="Normal"/>
    <w:qFormat/>
    <w:pPr>
      <w:ind w:left="288"/>
    </w:pPr>
  </w:style>
  <w:style w:type="paragraph" w:customStyle="1" w:styleId="SpaceAfter">
    <w:name w:val="Space After"/>
    <w:basedOn w:val="Normal"/>
    <w:qFormat/>
    <w:pPr>
      <w:tabs>
        <w:tab w:val="left" w:pos="7560"/>
      </w:tabs>
      <w:spacing w:after="160"/>
      <w:ind w:left="288" w:right="2880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YourName">
    <w:name w:val="Your Name"/>
    <w:basedOn w:val="Normal"/>
    <w:qFormat/>
    <w:pPr>
      <w:keepNext/>
      <w:keepLines/>
      <w:tabs>
        <w:tab w:val="left" w:pos="8640"/>
      </w:tabs>
      <w:spacing w:after="40"/>
      <w:outlineLvl w:val="0"/>
    </w:pPr>
    <w:rPr>
      <w:rFonts w:asciiTheme="majorHAnsi" w:eastAsiaTheme="majorEastAsia" w:hAnsiTheme="majorHAnsi" w:cstheme="majorBidi"/>
      <w:b/>
      <w:bCs/>
      <w:caps/>
      <w:color w:val="000000" w:themeColor="text1"/>
      <w:spacing w:val="10"/>
      <w:szCs w:val="28"/>
    </w:rPr>
  </w:style>
  <w:style w:type="paragraph" w:customStyle="1" w:styleId="SpaceAfter1NoRightIndent">
    <w:name w:val="Space After 1 (No Right Indent)"/>
    <w:basedOn w:val="Normal"/>
    <w:qFormat/>
    <w:pPr>
      <w:tabs>
        <w:tab w:val="left" w:pos="7560"/>
      </w:tabs>
      <w:spacing w:after="160"/>
      <w:ind w:left="288"/>
    </w:pPr>
  </w:style>
  <w:style w:type="paragraph" w:customStyle="1" w:styleId="SectionHeading">
    <w:name w:val="Section Heading"/>
    <w:basedOn w:val="Normal"/>
    <w:qFormat/>
    <w:pPr>
      <w:spacing w:before="240" w:after="40"/>
      <w:outlineLvl w:val="1"/>
    </w:pPr>
    <w:rPr>
      <w:caps/>
      <w:color w:val="000000" w:themeColor="text1"/>
      <w:spacing w:val="10"/>
    </w:rPr>
  </w:style>
  <w:style w:type="paragraph" w:customStyle="1" w:styleId="ItalicHeading">
    <w:name w:val="Italic Heading"/>
    <w:basedOn w:val="Normal"/>
    <w:qFormat/>
    <w:pPr>
      <w:ind w:left="288"/>
      <w:outlineLvl w:val="2"/>
    </w:pPr>
    <w:rPr>
      <w:i/>
    </w:r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16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unhideWhenUsed/>
    <w:qFormat/>
    <w:pPr>
      <w:spacing w:after="0" w:line="264" w:lineRule="auto"/>
    </w:pPr>
    <w:rPr>
      <w:sz w:val="16"/>
    </w:rPr>
  </w:style>
  <w:style w:type="paragraph" w:styleId="Heading1">
    <w:name w:val="heading 1"/>
    <w:basedOn w:val="Normal"/>
    <w:next w:val="Normal"/>
    <w:link w:val="Heading1Char"/>
    <w:uiPriority w:val="1"/>
    <w:semiHidden/>
    <w:unhideWhenUsed/>
    <w:qFormat/>
    <w:pPr>
      <w:keepNext/>
      <w:keepLines/>
      <w:spacing w:after="40"/>
      <w:outlineLvl w:val="0"/>
    </w:pPr>
    <w:rPr>
      <w:rFonts w:asciiTheme="majorHAnsi" w:eastAsiaTheme="majorEastAsia" w:hAnsiTheme="majorHAnsi" w:cstheme="majorBidi"/>
      <w:b/>
      <w:bCs/>
      <w:caps/>
      <w:color w:val="000000" w:themeColor="text1"/>
      <w:spacing w:val="10"/>
      <w:szCs w:val="28"/>
    </w:rPr>
  </w:style>
  <w:style w:type="paragraph" w:styleId="Heading2">
    <w:name w:val="heading 2"/>
    <w:basedOn w:val="Normal"/>
    <w:next w:val="Normal"/>
    <w:link w:val="Heading2Char"/>
    <w:uiPriority w:val="1"/>
    <w:semiHidden/>
    <w:unhideWhenUsed/>
    <w:qFormat/>
    <w:pPr>
      <w:spacing w:before="240" w:after="40"/>
      <w:outlineLvl w:val="1"/>
    </w:pPr>
    <w:rPr>
      <w:caps/>
      <w:color w:val="000000" w:themeColor="text1"/>
      <w:spacing w:val="10"/>
    </w:rPr>
  </w:style>
  <w:style w:type="paragraph" w:styleId="Heading3">
    <w:name w:val="heading 3"/>
    <w:basedOn w:val="Normal"/>
    <w:next w:val="Normal"/>
    <w:link w:val="Heading3Char"/>
    <w:uiPriority w:val="1"/>
    <w:semiHidden/>
    <w:unhideWhenUsed/>
    <w:qFormat/>
    <w:pPr>
      <w:ind w:left="288"/>
      <w:outlineLvl w:val="2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semiHidden/>
    <w:rPr>
      <w:rFonts w:asciiTheme="majorHAnsi" w:eastAsiaTheme="majorEastAsia" w:hAnsiTheme="majorHAnsi" w:cstheme="majorBidi"/>
      <w:b/>
      <w:bCs/>
      <w:caps/>
      <w:color w:val="000000" w:themeColor="text1"/>
      <w:spacing w:val="10"/>
      <w:sz w:val="16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semiHidden/>
    <w:rPr>
      <w:caps/>
      <w:color w:val="000000" w:themeColor="text1"/>
      <w:spacing w:val="10"/>
      <w:sz w:val="16"/>
    </w:rPr>
  </w:style>
  <w:style w:type="character" w:customStyle="1" w:styleId="Heading3Char">
    <w:name w:val="Heading 3 Char"/>
    <w:basedOn w:val="DefaultParagraphFont"/>
    <w:link w:val="Heading3"/>
    <w:uiPriority w:val="1"/>
    <w:semiHidden/>
    <w:rPr>
      <w:i/>
      <w:sz w:val="16"/>
    </w:rPr>
  </w:style>
  <w:style w:type="paragraph" w:customStyle="1" w:styleId="JobTitle">
    <w:name w:val="Job Title"/>
    <w:basedOn w:val="Normal"/>
    <w:link w:val="JobTitleChar"/>
    <w:qFormat/>
    <w:pPr>
      <w:tabs>
        <w:tab w:val="left" w:pos="7560"/>
      </w:tabs>
      <w:ind w:left="288"/>
    </w:pPr>
    <w:rPr>
      <w:b/>
    </w:rPr>
  </w:style>
  <w:style w:type="character" w:customStyle="1" w:styleId="JobTitleChar">
    <w:name w:val="Job Title Char"/>
    <w:basedOn w:val="DefaultParagraphFont"/>
    <w:link w:val="JobTitle"/>
    <w:rPr>
      <w:b/>
      <w:sz w:val="16"/>
    </w:rPr>
  </w:style>
  <w:style w:type="paragraph" w:customStyle="1" w:styleId="ContactInformation">
    <w:name w:val="Contact Information"/>
    <w:basedOn w:val="Normal"/>
    <w:qFormat/>
    <w:pPr>
      <w:spacing w:after="400"/>
      <w:ind w:left="288"/>
    </w:pPr>
  </w:style>
  <w:style w:type="paragraph" w:customStyle="1" w:styleId="NormalBodyText">
    <w:name w:val="Normal Body Text"/>
    <w:basedOn w:val="Normal"/>
    <w:qFormat/>
    <w:pPr>
      <w:tabs>
        <w:tab w:val="left" w:pos="7560"/>
      </w:tabs>
      <w:ind w:left="288"/>
    </w:pPr>
  </w:style>
  <w:style w:type="paragraph" w:customStyle="1" w:styleId="AllCaps">
    <w:name w:val="All Caps"/>
    <w:basedOn w:val="Normal"/>
    <w:semiHidden/>
    <w:unhideWhenUsed/>
    <w:qFormat/>
    <w:rPr>
      <w:caps/>
      <w:spacing w:val="20"/>
      <w:sz w:val="15"/>
    </w:rPr>
  </w:style>
  <w:style w:type="paragraph" w:customStyle="1" w:styleId="Location">
    <w:name w:val="Location"/>
    <w:basedOn w:val="Normal"/>
    <w:qFormat/>
    <w:pPr>
      <w:ind w:left="288"/>
    </w:pPr>
  </w:style>
  <w:style w:type="paragraph" w:customStyle="1" w:styleId="SpaceAfter">
    <w:name w:val="Space After"/>
    <w:basedOn w:val="Normal"/>
    <w:qFormat/>
    <w:pPr>
      <w:tabs>
        <w:tab w:val="left" w:pos="7560"/>
      </w:tabs>
      <w:spacing w:after="160"/>
      <w:ind w:left="288" w:right="2880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YourName">
    <w:name w:val="Your Name"/>
    <w:basedOn w:val="Normal"/>
    <w:qFormat/>
    <w:pPr>
      <w:keepNext/>
      <w:keepLines/>
      <w:tabs>
        <w:tab w:val="left" w:pos="8640"/>
      </w:tabs>
      <w:spacing w:after="40"/>
      <w:outlineLvl w:val="0"/>
    </w:pPr>
    <w:rPr>
      <w:rFonts w:asciiTheme="majorHAnsi" w:eastAsiaTheme="majorEastAsia" w:hAnsiTheme="majorHAnsi" w:cstheme="majorBidi"/>
      <w:b/>
      <w:bCs/>
      <w:caps/>
      <w:color w:val="000000" w:themeColor="text1"/>
      <w:spacing w:val="10"/>
      <w:szCs w:val="28"/>
    </w:rPr>
  </w:style>
  <w:style w:type="paragraph" w:customStyle="1" w:styleId="SpaceAfter1NoRightIndent">
    <w:name w:val="Space After 1 (No Right Indent)"/>
    <w:basedOn w:val="Normal"/>
    <w:qFormat/>
    <w:pPr>
      <w:tabs>
        <w:tab w:val="left" w:pos="7560"/>
      </w:tabs>
      <w:spacing w:after="160"/>
      <w:ind w:left="288"/>
    </w:pPr>
  </w:style>
  <w:style w:type="paragraph" w:customStyle="1" w:styleId="SectionHeading">
    <w:name w:val="Section Heading"/>
    <w:basedOn w:val="Normal"/>
    <w:qFormat/>
    <w:pPr>
      <w:spacing w:before="240" w:after="40"/>
      <w:outlineLvl w:val="1"/>
    </w:pPr>
    <w:rPr>
      <w:caps/>
      <w:color w:val="000000" w:themeColor="text1"/>
      <w:spacing w:val="10"/>
    </w:rPr>
  </w:style>
  <w:style w:type="paragraph" w:customStyle="1" w:styleId="ItalicHeading">
    <w:name w:val="Italic Heading"/>
    <w:basedOn w:val="Normal"/>
    <w:qFormat/>
    <w:pPr>
      <w:ind w:left="288"/>
      <w:outlineLvl w:val="2"/>
    </w:pPr>
    <w:rPr>
      <w:i/>
    </w:r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16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4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pekka:Downloads:tf10169559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830277D9E789448817E44C90E790D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72CB4C-813A-5A41-95FE-3F3FA5373129}"/>
      </w:docPartPr>
      <w:docPartBody>
        <w:p w:rsidR="00000000" w:rsidRDefault="00000000">
          <w:pPr>
            <w:pStyle w:val="0830277D9E789448817E44C90E790DD0"/>
          </w:pPr>
          <w:r>
            <w:t>[your name]</w:t>
          </w:r>
        </w:p>
      </w:docPartBody>
    </w:docPart>
    <w:docPart>
      <w:docPartPr>
        <w:name w:val="43A9C7BA5A54C140B7A76DDFCF70FF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250229-0E7C-184E-9AD5-FEB03166B759}"/>
      </w:docPartPr>
      <w:docPartBody>
        <w:p w:rsidR="00000000" w:rsidRDefault="00000000">
          <w:pPr>
            <w:pStyle w:val="43A9C7BA5A54C140B7A76DDFCF70FF4E"/>
          </w:pPr>
          <w:r>
            <w:t>[Street Address]</w:t>
          </w:r>
        </w:p>
      </w:docPartBody>
    </w:docPart>
    <w:docPart>
      <w:docPartPr>
        <w:name w:val="65BAF1D548D0A8448B11C77F71CE69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8B334F-9559-2947-A6B1-DFABA094318B}"/>
      </w:docPartPr>
      <w:docPartBody>
        <w:p w:rsidR="00000000" w:rsidRDefault="00000000">
          <w:pPr>
            <w:pStyle w:val="65BAF1D548D0A8448B11C77F71CE6929"/>
          </w:pPr>
          <w:r>
            <w:t>[City, ST ZIP Code]</w:t>
          </w:r>
        </w:p>
      </w:docPartBody>
    </w:docPart>
    <w:docPart>
      <w:docPartPr>
        <w:name w:val="12460FD20FA0A841B66FB2622E6A85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B231F7-37D6-754C-91B5-A9A7A59474F9}"/>
      </w:docPartPr>
      <w:docPartBody>
        <w:p w:rsidR="00000000" w:rsidRDefault="00000000">
          <w:pPr>
            <w:pStyle w:val="12460FD20FA0A841B66FB2622E6A8509"/>
          </w:pPr>
          <w:r>
            <w:t>[Phone]</w:t>
          </w:r>
        </w:p>
      </w:docPartBody>
    </w:docPart>
    <w:docPart>
      <w:docPartPr>
        <w:name w:val="6DB76FA5F401C34EA5E8D4BB2AF15C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CAF39F-5ED3-2D46-94E5-1E91EFC64567}"/>
      </w:docPartPr>
      <w:docPartBody>
        <w:p w:rsidR="00000000" w:rsidRDefault="00000000">
          <w:pPr>
            <w:pStyle w:val="6DB76FA5F401C34EA5E8D4BB2AF15C59"/>
          </w:pPr>
          <w:r>
            <w:t>[E-Mail]</w:t>
          </w:r>
        </w:p>
      </w:docPartBody>
    </w:docPart>
    <w:docPart>
      <w:docPartPr>
        <w:name w:val="00707FF20E8ECD488CD6F613B7FD0A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09610D-DDF1-7744-B682-D087D4D2DB7E}"/>
      </w:docPartPr>
      <w:docPartBody>
        <w:p w:rsidR="00000000" w:rsidRDefault="00000000">
          <w:pPr>
            <w:pStyle w:val="00707FF20E8ECD488CD6F613B7FD0A6F"/>
          </w:pPr>
          <w:r>
            <w:t>[Elm University, Chapel Hill, NC]</w:t>
          </w:r>
        </w:p>
      </w:docPartBody>
    </w:docPart>
    <w:docPart>
      <w:docPartPr>
        <w:name w:val="0C04D80724AD5749BFA115FFB67747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5CD43B-7607-9449-8E1D-1BC49987DB23}"/>
      </w:docPartPr>
      <w:docPartBody>
        <w:p w:rsidR="00000000" w:rsidRDefault="00000000">
          <w:pPr>
            <w:pStyle w:val="0C04D80724AD5749BFA115FFB6774712"/>
          </w:pPr>
          <w:r>
            <w:t>[Ph.D. in English]</w:t>
          </w:r>
        </w:p>
      </w:docPartBody>
    </w:docPart>
    <w:docPart>
      <w:docPartPr>
        <w:name w:val="C6DEC08C03BDC540AE0C090572C262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77958E-5A9D-F240-9D72-F7529E038994}"/>
      </w:docPartPr>
      <w:docPartBody>
        <w:p w:rsidR="00000000" w:rsidRDefault="00000000">
          <w:pPr>
            <w:pStyle w:val="C6DEC08C03BDC540AE0C090572C26200"/>
          </w:pPr>
          <w:r>
            <w:t>[Pick the Year]</w:t>
          </w:r>
        </w:p>
      </w:docPartBody>
    </w:docPart>
    <w:docPart>
      <w:docPartPr>
        <w:name w:val="E9A2E281B4F61B4EB1DE589C7B8017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64E741-B36A-394A-B939-5061BF3276AE}"/>
      </w:docPartPr>
      <w:docPartBody>
        <w:p w:rsidR="00000000" w:rsidRDefault="00000000">
          <w:pPr>
            <w:pStyle w:val="E9A2E281B4F61B4EB1DE589C7B801738"/>
          </w:pPr>
          <w:r>
            <w:t>[Dissertation: “The Cross-Cultural Communication Epidemic of the 21st Century”]</w:t>
          </w:r>
        </w:p>
      </w:docPartBody>
    </w:docPart>
    <w:docPart>
      <w:docPartPr>
        <w:name w:val="7601BDE5DE284F42AC2884B41D8220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3C5F09-98B3-5040-A47E-A36DD47D7834}"/>
      </w:docPartPr>
      <w:docPartBody>
        <w:p w:rsidR="00000000" w:rsidRDefault="00000000">
          <w:pPr>
            <w:pStyle w:val="7601BDE5DE284F42AC2884B41D822086"/>
          </w:pPr>
          <w:r>
            <w:t>[Honors: Dissertation passed “with Distinction”]</w:t>
          </w:r>
        </w:p>
      </w:docPartBody>
    </w:docPart>
    <w:docPart>
      <w:docPartPr>
        <w:name w:val="8179586FFB667146A94B685180548D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E49431-6829-4149-A589-4175D7D74386}"/>
      </w:docPartPr>
      <w:docPartBody>
        <w:p w:rsidR="00000000" w:rsidRDefault="00000000">
          <w:pPr>
            <w:pStyle w:val="8179586FFB667146A94B685180548DCF"/>
          </w:pPr>
          <w:r>
            <w:t>[Elm University, Chapel Hill, NC]</w:t>
          </w:r>
        </w:p>
      </w:docPartBody>
    </w:docPart>
    <w:docPart>
      <w:docPartPr>
        <w:name w:val="F735D7BA3ED5EA44A44E1C6D677AF8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47A76-1B1C-AB43-9932-493062B8D019}"/>
      </w:docPartPr>
      <w:docPartBody>
        <w:p w:rsidR="00000000" w:rsidRDefault="00000000">
          <w:pPr>
            <w:pStyle w:val="F735D7BA3ED5EA44A44E1C6D677AF87B"/>
          </w:pPr>
          <w:r>
            <w:t>[M.A. in English]</w:t>
          </w:r>
        </w:p>
      </w:docPartBody>
    </w:docPart>
    <w:docPart>
      <w:docPartPr>
        <w:name w:val="B5DAC0629564FC4B84EF48BAA90B37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5CA35D-F5D7-3A43-B81A-6657F7D71AF7}"/>
      </w:docPartPr>
      <w:docPartBody>
        <w:p w:rsidR="00000000" w:rsidRDefault="00000000">
          <w:pPr>
            <w:pStyle w:val="B5DAC0629564FC4B84EF48BAA90B3740"/>
          </w:pPr>
          <w:r>
            <w:t>[Pick the Year]</w:t>
          </w:r>
        </w:p>
      </w:docPartBody>
    </w:docPart>
    <w:docPart>
      <w:docPartPr>
        <w:name w:val="2C3B15A5580F0A448794CA94E79819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89E3A6-E5A4-684D-BEDD-147EDFCFB9BC}"/>
      </w:docPartPr>
      <w:docPartBody>
        <w:p w:rsidR="00000000" w:rsidRDefault="00000000">
          <w:pPr>
            <w:pStyle w:val="2C3B15A5580F0A448794CA94E7981924"/>
          </w:pPr>
          <w:r>
            <w:t>[Thesis: “The Accessibility Debate of Content in the Online Context”]</w:t>
          </w:r>
        </w:p>
      </w:docPartBody>
    </w:docPart>
    <w:docPart>
      <w:docPartPr>
        <w:name w:val="2F2BCE5BDA97EE43A25A2029BBD5AA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C3042F-1E92-A246-897E-9FE4E0364FEC}"/>
      </w:docPartPr>
      <w:docPartBody>
        <w:p w:rsidR="00000000" w:rsidRDefault="00000000">
          <w:pPr>
            <w:pStyle w:val="2F2BCE5BDA97EE43A25A2029BBD5AA22"/>
          </w:pPr>
          <w:r>
            <w:t>[Oak Tree University, Raleigh, NC]</w:t>
          </w:r>
        </w:p>
      </w:docPartBody>
    </w:docPart>
    <w:docPart>
      <w:docPartPr>
        <w:name w:val="0C268A7A3BA9534EB4260BBFA4BB01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CE5757-AAB8-9948-834D-153E14F44A8E}"/>
      </w:docPartPr>
      <w:docPartBody>
        <w:p w:rsidR="00000000" w:rsidRDefault="00000000">
          <w:pPr>
            <w:pStyle w:val="0C268A7A3BA9534EB4260BBFA4BB013F"/>
          </w:pPr>
          <w:r>
            <w:t>[B.A. Honors in English]</w:t>
          </w:r>
        </w:p>
      </w:docPartBody>
    </w:docPart>
    <w:docPart>
      <w:docPartPr>
        <w:name w:val="02D5FFA99714514799959794FCDF36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B00B56-2239-714B-B87C-72586C89007F}"/>
      </w:docPartPr>
      <w:docPartBody>
        <w:p w:rsidR="00000000" w:rsidRDefault="00000000">
          <w:pPr>
            <w:pStyle w:val="02D5FFA99714514799959794FCDF36F3"/>
          </w:pPr>
          <w:r>
            <w:t>[Pick the Year]</w:t>
          </w:r>
        </w:p>
      </w:docPartBody>
    </w:docPart>
    <w:docPart>
      <w:docPartPr>
        <w:name w:val="726E6DFE85F61B4B92F8664852E219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7FA62F-41D1-A149-96C4-517BB4A9C2D3}"/>
      </w:docPartPr>
      <w:docPartBody>
        <w:p w:rsidR="00000000" w:rsidRDefault="00000000">
          <w:pPr>
            <w:pStyle w:val="726E6DFE85F61B4B92F8664852E219EE"/>
          </w:pPr>
          <w:r>
            <w:t>[Areas of Concentration: Journalism, Proposal Writing]</w:t>
          </w:r>
        </w:p>
      </w:docPartBody>
    </w:docPart>
    <w:docPart>
      <w:docPartPr>
        <w:name w:val="44DCE29D0C42D74F95F4AE2D489840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E2847D-A8BE-0345-93A2-44CDC44021B8}"/>
      </w:docPartPr>
      <w:docPartBody>
        <w:p w:rsidR="00000000" w:rsidRDefault="00000000">
          <w:pPr>
            <w:pStyle w:val="44DCE29D0C42D74F95F4AE2D48984041"/>
          </w:pPr>
          <w:r>
            <w:t>[Minor: French]</w:t>
          </w:r>
        </w:p>
      </w:docPartBody>
    </w:docPart>
    <w:docPart>
      <w:docPartPr>
        <w:name w:val="7F4FC91147F4A54398FBC62BA754F6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66D3B2-3DC5-2642-976A-585A8C7852CE}"/>
      </w:docPartPr>
      <w:docPartBody>
        <w:p w:rsidR="00000000" w:rsidRDefault="00000000">
          <w:pPr>
            <w:pStyle w:val="7F4FC91147F4A54398FBC62BA754F65D"/>
          </w:pPr>
          <w:r>
            <w:t>[Honors Thesis: “The Female Betrayed and Modern Media”]</w:t>
          </w:r>
        </w:p>
      </w:docPartBody>
    </w:docPart>
    <w:docPart>
      <w:docPartPr>
        <w:name w:val="E4FA168FAF8C7C47939C3528F44008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78ED92-81C0-6A4D-9D58-C1B0C939C411}"/>
      </w:docPartPr>
      <w:docPartBody>
        <w:p w:rsidR="00000000" w:rsidRDefault="00000000">
          <w:pPr>
            <w:pStyle w:val="E4FA168FAF8C7C47939C3528F4400890"/>
          </w:pPr>
          <w:r>
            <w:t>[Postdoctoral Fellowship, Elm University]</w:t>
          </w:r>
        </w:p>
      </w:docPartBody>
    </w:docPart>
    <w:docPart>
      <w:docPartPr>
        <w:name w:val="BC77B9FA2FBCF64CA7EBEF4A7737E9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3585AD-6473-8B46-86F2-7EE7276C75CE}"/>
      </w:docPartPr>
      <w:docPartBody>
        <w:p w:rsidR="00000000" w:rsidRDefault="00000000">
          <w:pPr>
            <w:pStyle w:val="BC77B9FA2FBCF64CA7EBEF4A7737E959"/>
          </w:pPr>
          <w:r>
            <w:t>[Start Date]</w:t>
          </w:r>
        </w:p>
      </w:docPartBody>
    </w:docPart>
    <w:docPart>
      <w:docPartPr>
        <w:name w:val="BE759E752B094141905F485BDC08B0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F63806-A789-1646-8076-4665A575F0DB}"/>
      </w:docPartPr>
      <w:docPartBody>
        <w:p w:rsidR="00000000" w:rsidRDefault="00000000">
          <w:pPr>
            <w:pStyle w:val="BE759E752B094141905F485BDC08B0DE"/>
          </w:pPr>
          <w:r>
            <w:t>[End Date]</w:t>
          </w:r>
        </w:p>
      </w:docPartBody>
    </w:docPart>
    <w:docPart>
      <w:docPartPr>
        <w:name w:val="C9DEB53AFAC0014EBB6F24D4C487A9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52DB87-2810-B840-B6B9-88AB05780AD7}"/>
      </w:docPartPr>
      <w:docPartBody>
        <w:p w:rsidR="00000000" w:rsidRDefault="00000000">
          <w:pPr>
            <w:pStyle w:val="C9DEB53AFAC0014EBB6F24D4C487A97B"/>
          </w:pPr>
          <w:r>
            <w:t>[President’s Fellowship</w:t>
          </w:r>
          <w:r>
            <w:rPr>
              <w:i/>
            </w:rPr>
            <w:t>, Oak Tree University</w:t>
          </w:r>
          <w:r>
            <w:t>]</w:t>
          </w:r>
        </w:p>
      </w:docPartBody>
    </w:docPart>
    <w:docPart>
      <w:docPartPr>
        <w:name w:val="9956C79A32E3D14F942AA937E02E1E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A3A7E8-0216-F649-BAA1-B2B267B23C4A}"/>
      </w:docPartPr>
      <w:docPartBody>
        <w:p w:rsidR="00000000" w:rsidRDefault="00000000">
          <w:pPr>
            <w:pStyle w:val="9956C79A32E3D14F942AA937E02E1E50"/>
          </w:pPr>
          <w:r>
            <w:t>[Start Date]</w:t>
          </w:r>
        </w:p>
      </w:docPartBody>
    </w:docPart>
    <w:docPart>
      <w:docPartPr>
        <w:name w:val="E9A7CE543C35DC4E84353ED2AB2D71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59AEA2-68A3-CC4D-A77B-5BE2E01A4F29}"/>
      </w:docPartPr>
      <w:docPartBody>
        <w:p w:rsidR="00000000" w:rsidRDefault="00000000">
          <w:pPr>
            <w:pStyle w:val="E9A7CE543C35DC4E84353ED2AB2D710A"/>
          </w:pPr>
          <w:r>
            <w:t>[End Date]</w:t>
          </w:r>
        </w:p>
      </w:docPartBody>
    </w:docPart>
    <w:docPart>
      <w:docPartPr>
        <w:name w:val="DF0708E6EA55E846A1EDFFD552F8AD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4B98A1-47A1-3844-9809-F395410D44DC}"/>
      </w:docPartPr>
      <w:docPartBody>
        <w:p w:rsidR="00000000" w:rsidRDefault="00000000">
          <w:pPr>
            <w:pStyle w:val="DF0708E6EA55E846A1EDFFD552F8AD18"/>
          </w:pPr>
          <w:r>
            <w:t xml:space="preserve">[Excellence Grant, </w:t>
          </w:r>
          <w:r>
            <w:rPr>
              <w:i/>
            </w:rPr>
            <w:t>Oak Tree University</w:t>
          </w:r>
          <w:r>
            <w:t>]</w:t>
          </w:r>
        </w:p>
      </w:docPartBody>
    </w:docPart>
    <w:docPart>
      <w:docPartPr>
        <w:name w:val="B2F88D8225489244B8889A67DF867B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D6E63C-DA52-B741-8E64-023597385998}"/>
      </w:docPartPr>
      <w:docPartBody>
        <w:p w:rsidR="00000000" w:rsidRDefault="00000000">
          <w:pPr>
            <w:pStyle w:val="B2F88D8225489244B8889A67DF867BC9"/>
          </w:pPr>
          <w:r>
            <w:t>[Start Date]</w:t>
          </w:r>
        </w:p>
      </w:docPartBody>
    </w:docPart>
    <w:docPart>
      <w:docPartPr>
        <w:name w:val="6C10B7FABB98AB499FA7971EF56F37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095A9D-21C4-3249-9618-46E0CE59C338}"/>
      </w:docPartPr>
      <w:docPartBody>
        <w:p w:rsidR="00000000" w:rsidRDefault="00000000">
          <w:pPr>
            <w:pStyle w:val="6C10B7FABB98AB499FA7971EF56F37B5"/>
          </w:pPr>
          <w:r>
            <w:t>[End Date]</w:t>
          </w:r>
        </w:p>
      </w:docPartBody>
    </w:docPart>
    <w:docPart>
      <w:docPartPr>
        <w:name w:val="BA955D4BEF6CA14BBC1A842F9EB9BE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978D70-D213-EA4D-BBEA-04CBDE03CEB6}"/>
      </w:docPartPr>
      <w:docPartBody>
        <w:p w:rsidR="00000000" w:rsidRDefault="00000000">
          <w:pPr>
            <w:pStyle w:val="BA955D4BEF6CA14BBC1A842F9EB9BE65"/>
          </w:pPr>
          <w:r>
            <w:t>[Walnut Grove University, Chapel Hill, NC]</w:t>
          </w:r>
        </w:p>
      </w:docPartBody>
    </w:docPart>
    <w:docPart>
      <w:docPartPr>
        <w:name w:val="27D55D0103168841B497243EA34CA1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4DD155-5F9B-914E-894F-5C3A7D1EC376}"/>
      </w:docPartPr>
      <w:docPartBody>
        <w:p w:rsidR="00000000" w:rsidRDefault="00000000">
          <w:pPr>
            <w:pStyle w:val="27D55D0103168841B497243EA34CA13B"/>
          </w:pPr>
          <w:r>
            <w:t>[Lecturer – “Global Communication in the 21st Century”]</w:t>
          </w:r>
        </w:p>
      </w:docPartBody>
    </w:docPart>
    <w:docPart>
      <w:docPartPr>
        <w:name w:val="DB83B21D49B0A247B0136FC4CF5723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71E8DD-B406-574D-BAD9-3D481ABB7705}"/>
      </w:docPartPr>
      <w:docPartBody>
        <w:p w:rsidR="00000000" w:rsidRDefault="00000000">
          <w:pPr>
            <w:pStyle w:val="DB83B21D49B0A247B0136FC4CF5723F2"/>
          </w:pPr>
          <w:r>
            <w:t>[Pick the Year]</w:t>
          </w:r>
        </w:p>
      </w:docPartBody>
    </w:docPart>
    <w:docPart>
      <w:docPartPr>
        <w:name w:val="268FC60E461EBE429D0FC47FA7E49B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C965ED-66CD-1047-8BE8-97FE72A76A46}"/>
      </w:docPartPr>
      <w:docPartBody>
        <w:p w:rsidR="00000000" w:rsidRDefault="00000000">
          <w:pPr>
            <w:pStyle w:val="268FC60E461EBE429D0FC47FA7E49B38"/>
          </w:pPr>
          <w:r>
            <w:t>[Developed syllabus and overall course structure, and administered all grades.]</w:t>
          </w:r>
        </w:p>
      </w:docPartBody>
    </w:docPart>
    <w:docPart>
      <w:docPartPr>
        <w:name w:val="6DD9FDFDC3B2E343ADCC547690834C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44D286-B166-9548-B6CF-19C35B43C084}"/>
      </w:docPartPr>
      <w:docPartBody>
        <w:p w:rsidR="00000000" w:rsidRDefault="00000000">
          <w:pPr>
            <w:pStyle w:val="6DD9FDFDC3B2E343ADCC547690834C6C"/>
          </w:pPr>
          <w:r>
            <w:t>[Adjunct Instructor – “Editing Technical Documents”]</w:t>
          </w:r>
        </w:p>
      </w:docPartBody>
    </w:docPart>
    <w:docPart>
      <w:docPartPr>
        <w:name w:val="2A505B76478948448BE31878870869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371B5A-C057-4C44-8687-20D1CB8F3F79}"/>
      </w:docPartPr>
      <w:docPartBody>
        <w:p w:rsidR="00000000" w:rsidRDefault="00000000">
          <w:pPr>
            <w:pStyle w:val="2A505B76478948448BE31878870869B7"/>
          </w:pPr>
          <w:r>
            <w:t>[Pick the Year]</w:t>
          </w:r>
        </w:p>
      </w:docPartBody>
    </w:docPart>
    <w:docPart>
      <w:docPartPr>
        <w:name w:val="65AE2BA8612BA444856A759807146C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0C2E5C-0A85-914C-8EBC-79142C27E452}"/>
      </w:docPartPr>
      <w:docPartBody>
        <w:p w:rsidR="00000000" w:rsidRDefault="00000000">
          <w:pPr>
            <w:pStyle w:val="65AE2BA8612BA444856A759807146CBE"/>
          </w:pPr>
          <w:r>
            <w:t>[Developed syllabus and overall course structure, and administered all grades.]</w:t>
          </w:r>
        </w:p>
      </w:docPartBody>
    </w:docPart>
    <w:docPart>
      <w:docPartPr>
        <w:name w:val="DA3291FE0C6FAC4F93804AAD4FE88D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CE2435-6BF0-CC47-8AB3-6EB9A742C623}"/>
      </w:docPartPr>
      <w:docPartBody>
        <w:p w:rsidR="00000000" w:rsidRDefault="00000000">
          <w:pPr>
            <w:pStyle w:val="DA3291FE0C6FAC4F93804AAD4FE88D95"/>
          </w:pPr>
          <w:r>
            <w:t>[Instructor – French 101, 102, 201, 202]</w:t>
          </w:r>
        </w:p>
      </w:docPartBody>
    </w:docPart>
    <w:docPart>
      <w:docPartPr>
        <w:name w:val="397073D3B3F0524299BE6F481687B6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A696F1-0C79-C446-982C-B037841181C0}"/>
      </w:docPartPr>
      <w:docPartBody>
        <w:p w:rsidR="00000000" w:rsidRDefault="00000000">
          <w:pPr>
            <w:pStyle w:val="397073D3B3F0524299BE6F481687B639"/>
          </w:pPr>
          <w:r>
            <w:t>[Pick the Year</w:t>
          </w:r>
        </w:p>
      </w:docPartBody>
    </w:docPart>
    <w:docPart>
      <w:docPartPr>
        <w:name w:val="58F903BF7494ED43970DE9B7890D20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C3BF35-8C32-F74A-96B3-376E25CBBB71}"/>
      </w:docPartPr>
      <w:docPartBody>
        <w:p w:rsidR="00000000" w:rsidRDefault="00000000">
          <w:pPr>
            <w:pStyle w:val="58F903BF7494ED43970DE9B7890D2050"/>
          </w:pPr>
          <w:r>
            <w:t>[Developed syllabus and overall course structure, including weekly lab practicum, and administered all grades.]</w:t>
          </w:r>
        </w:p>
      </w:docPartBody>
    </w:docPart>
    <w:docPart>
      <w:docPartPr>
        <w:name w:val="2358302FEADD4D48B1A1F3956783EC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51B229-2BC4-364F-96EB-75784BDB9DE1}"/>
      </w:docPartPr>
      <w:docPartBody>
        <w:p w:rsidR="00000000" w:rsidRDefault="00000000">
          <w:pPr>
            <w:pStyle w:val="2358302FEADD4D48B1A1F3956783ECA0"/>
          </w:pPr>
          <w:r>
            <w:t>[Teaching Assistant – to Professor Garth Fort in “Advanced Rhetoric”]</w:t>
          </w:r>
        </w:p>
      </w:docPartBody>
    </w:docPart>
    <w:docPart>
      <w:docPartPr>
        <w:name w:val="158002631698D749A3C1F0B400B8A9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7AC891-8F52-E045-BFEF-8411844CCD09}"/>
      </w:docPartPr>
      <w:docPartBody>
        <w:p w:rsidR="00000000" w:rsidRDefault="00000000">
          <w:pPr>
            <w:pStyle w:val="158002631698D749A3C1F0B400B8A96F"/>
          </w:pPr>
          <w:r>
            <w:t>[Pick the Year]</w:t>
          </w:r>
        </w:p>
      </w:docPartBody>
    </w:docPart>
    <w:docPart>
      <w:docPartPr>
        <w:name w:val="034C1BBA5A503A4E893CBEB4526819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752E17-4177-134B-AC47-25670FC24625}"/>
      </w:docPartPr>
      <w:docPartBody>
        <w:p w:rsidR="00000000" w:rsidRDefault="00000000">
          <w:pPr>
            <w:pStyle w:val="034C1BBA5A503A4E893CBEB4526819E9"/>
          </w:pPr>
          <w:r>
            <w:t>[Collaborated on curriculum and exam development, met with students upon request, and graded all written work, including final exam papers.]</w:t>
          </w:r>
        </w:p>
      </w:docPartBody>
    </w:docPart>
    <w:docPart>
      <w:docPartPr>
        <w:name w:val="E5270B64211FDA44B8F264D2FE28A3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2093A2-0675-9343-A024-2EC9CFB8882C}"/>
      </w:docPartPr>
      <w:docPartBody>
        <w:p w:rsidR="00000000" w:rsidRDefault="00000000">
          <w:pPr>
            <w:pStyle w:val="E5270B64211FDA44B8F264D2FE28A304"/>
          </w:pPr>
          <w:r>
            <w:t>[Lucerne Publishing, Raleigh, NC]</w:t>
          </w:r>
        </w:p>
      </w:docPartBody>
    </w:docPart>
    <w:docPart>
      <w:docPartPr>
        <w:name w:val="2B12FE223936084F95220B3EC319CA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F02275-4DA1-B84A-AD54-E06B511F958F}"/>
      </w:docPartPr>
      <w:docPartBody>
        <w:p w:rsidR="00000000" w:rsidRDefault="00000000">
          <w:pPr>
            <w:pStyle w:val="2B12FE223936084F95220B3EC319CA50"/>
          </w:pPr>
          <w:r>
            <w:t>[Editor]</w:t>
          </w:r>
        </w:p>
      </w:docPartBody>
    </w:docPart>
    <w:docPart>
      <w:docPartPr>
        <w:name w:val="B51AB83147A54A4393BC58D168FB62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6A24AC-3872-AE40-8AF4-3F813FEFF09D}"/>
      </w:docPartPr>
      <w:docPartBody>
        <w:p w:rsidR="00000000" w:rsidRDefault="00000000">
          <w:pPr>
            <w:pStyle w:val="B51AB83147A54A4393BC58D168FB6211"/>
          </w:pPr>
          <w:r>
            <w:t>[Start Date]</w:t>
          </w:r>
        </w:p>
      </w:docPartBody>
    </w:docPart>
    <w:docPart>
      <w:docPartPr>
        <w:name w:val="7159A352169E814888FD7B308AF41B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4A9736-3CE2-0943-8E8C-7185A5135C67}"/>
      </w:docPartPr>
      <w:docPartBody>
        <w:p w:rsidR="00000000" w:rsidRDefault="00000000">
          <w:pPr>
            <w:pStyle w:val="7159A352169E814888FD7B308AF41BCF"/>
          </w:pPr>
          <w:r>
            <w:t>[End Date]</w:t>
          </w:r>
        </w:p>
      </w:docPartBody>
    </w:docPart>
    <w:docPart>
      <w:docPartPr>
        <w:name w:val="3CAA7CAF43AFD04CBD253A2CD6085C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88B45A-26B2-0645-90B7-2A24FC3C7144}"/>
      </w:docPartPr>
      <w:docPartBody>
        <w:p w:rsidR="00000000" w:rsidRDefault="00000000">
          <w:pPr>
            <w:pStyle w:val="3CAA7CAF43AFD04CBD253A2CD6085C68"/>
          </w:pPr>
          <w:r>
            <w:t>[Provide as needed editorial support remotely, including developmental and copy editing of their internal online and printed documentation.]</w:t>
          </w:r>
        </w:p>
      </w:docPartBody>
    </w:docPart>
    <w:docPart>
      <w:docPartPr>
        <w:name w:val="5E60D431A115A44EAE526508B8B17A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9421CB-DBFD-6B43-BA52-30D7804185DD}"/>
      </w:docPartPr>
      <w:docPartBody>
        <w:p w:rsidR="00000000" w:rsidRDefault="00000000">
          <w:pPr>
            <w:pStyle w:val="5E60D431A115A44EAE526508B8B17A71"/>
          </w:pPr>
          <w:r>
            <w:t>[Wide World Importers, Durham, NC]</w:t>
          </w:r>
        </w:p>
      </w:docPartBody>
    </w:docPart>
    <w:docPart>
      <w:docPartPr>
        <w:name w:val="500F93C4D81328488843C86E8949F4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E8B2ED-D2A9-5E49-9F66-9914A6740E4A}"/>
      </w:docPartPr>
      <w:docPartBody>
        <w:p w:rsidR="00000000" w:rsidRDefault="00000000">
          <w:pPr>
            <w:pStyle w:val="500F93C4D81328488843C86E8949F49E"/>
          </w:pPr>
          <w:r>
            <w:t>[Researcher]</w:t>
          </w:r>
        </w:p>
      </w:docPartBody>
    </w:docPart>
    <w:docPart>
      <w:docPartPr>
        <w:name w:val="2A770745CF7E984F89CA88EF33F85C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3F152D-509A-0345-BEBF-77FA161AC848}"/>
      </w:docPartPr>
      <w:docPartBody>
        <w:p w:rsidR="00000000" w:rsidRDefault="00000000">
          <w:pPr>
            <w:pStyle w:val="2A770745CF7E984F89CA88EF33F85C98"/>
          </w:pPr>
          <w:r>
            <w:t>[Start Date]</w:t>
          </w:r>
        </w:p>
      </w:docPartBody>
    </w:docPart>
    <w:docPart>
      <w:docPartPr>
        <w:name w:val="4DB1EEDF8B96DD4DBDE33C9CE70B5F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CA13A5-DB41-F441-B98F-F5F2023B8E58}"/>
      </w:docPartPr>
      <w:docPartBody>
        <w:p w:rsidR="00000000" w:rsidRDefault="00000000">
          <w:pPr>
            <w:pStyle w:val="4DB1EEDF8B96DD4DBDE33C9CE70B5FE1"/>
          </w:pPr>
          <w:r>
            <w:t>[End Date]</w:t>
          </w:r>
        </w:p>
      </w:docPartBody>
    </w:docPart>
    <w:docPart>
      <w:docPartPr>
        <w:name w:val="FD9560BCEBC29747B56480F00E40CC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878C30-69B6-F045-B079-574C3092D283}"/>
      </w:docPartPr>
      <w:docPartBody>
        <w:p w:rsidR="00000000" w:rsidRDefault="00000000">
          <w:pPr>
            <w:pStyle w:val="FD9560BCEBC29747B56480F00E40CCA2"/>
          </w:pPr>
          <w:r>
            <w:t>[Compile reports, including statistical and market trends, to track the growth of online shipping sales versus the primary offline practices.]</w:t>
          </w:r>
        </w:p>
      </w:docPartBody>
    </w:docPart>
    <w:docPart>
      <w:docPartPr>
        <w:name w:val="815ABA3907BD914C9F6714E7188C8E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653CDD-AD4C-8242-B309-60B0F78003C5}"/>
      </w:docPartPr>
      <w:docPartBody>
        <w:p w:rsidR="00000000" w:rsidRDefault="00000000">
          <w:pPr>
            <w:pStyle w:val="815ABA3907BD914C9F6714E7188C8E67"/>
          </w:pPr>
          <w:r>
            <w:t>[Fabrikam, Inc., Raleigh, NC]</w:t>
          </w:r>
        </w:p>
      </w:docPartBody>
    </w:docPart>
    <w:docPart>
      <w:docPartPr>
        <w:name w:val="73B668B3591C9F418AEF8DE2E340ED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EFDA4E-E1FE-FC4F-BD66-BDD451C2867A}"/>
      </w:docPartPr>
      <w:docPartBody>
        <w:p w:rsidR="00000000" w:rsidRDefault="00000000">
          <w:pPr>
            <w:pStyle w:val="73B668B3591C9F418AEF8DE2E340ED16"/>
          </w:pPr>
          <w:r>
            <w:t>[Language Consultant]</w:t>
          </w:r>
        </w:p>
      </w:docPartBody>
    </w:docPart>
    <w:docPart>
      <w:docPartPr>
        <w:name w:val="A233D1E4E9237B44BA5A080720C083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677679-0E26-D145-8BBC-54EA3D5038E2}"/>
      </w:docPartPr>
      <w:docPartBody>
        <w:p w:rsidR="00000000" w:rsidRDefault="00000000">
          <w:pPr>
            <w:pStyle w:val="A233D1E4E9237B44BA5A080720C08382"/>
          </w:pPr>
          <w:r>
            <w:t>[Pick the Year</w:t>
          </w:r>
        </w:p>
      </w:docPartBody>
    </w:docPart>
    <w:docPart>
      <w:docPartPr>
        <w:name w:val="275BB1097B92B4499FB9374148B24D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F68722-84A1-CF40-BBD3-335CAFE370D7}"/>
      </w:docPartPr>
      <w:docPartBody>
        <w:p w:rsidR="00000000" w:rsidRDefault="00000000">
          <w:pPr>
            <w:pStyle w:val="275BB1097B92B4499FB9374148B24D9E"/>
          </w:pPr>
          <w:r>
            <w:t>[Translated American-English external Web site content to French.]</w:t>
          </w:r>
        </w:p>
      </w:docPartBody>
    </w:docPart>
    <w:docPart>
      <w:docPartPr>
        <w:name w:val="56A9647EDAE92247B96B9E36F439E3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8199FA-5185-084D-BAD0-27F26699C130}"/>
      </w:docPartPr>
      <w:docPartBody>
        <w:p w:rsidR="00000000" w:rsidRDefault="00000000">
          <w:pPr>
            <w:pStyle w:val="56A9647EDAE92247B96B9E36F439E3BC"/>
          </w:pPr>
          <w:r>
            <w:t>[Trey Research, Raleigh, NC]</w:t>
          </w:r>
        </w:p>
      </w:docPartBody>
    </w:docPart>
    <w:docPart>
      <w:docPartPr>
        <w:name w:val="7BCE99948C005141A4712BE3386377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500976-D8BD-BD40-B066-05295219D328}"/>
      </w:docPartPr>
      <w:docPartBody>
        <w:p w:rsidR="00000000" w:rsidRDefault="00000000">
          <w:pPr>
            <w:pStyle w:val="7BCE99948C005141A4712BE3386377C0"/>
          </w:pPr>
          <w:r>
            <w:t>[User Interface Design Consultant]</w:t>
          </w:r>
        </w:p>
      </w:docPartBody>
    </w:docPart>
    <w:docPart>
      <w:docPartPr>
        <w:name w:val="DCAEEF3D1609C9458623FC427A1C5E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7CE357-C390-9947-BBDA-3EAC0D7F4BB5}"/>
      </w:docPartPr>
      <w:docPartBody>
        <w:p w:rsidR="00000000" w:rsidRDefault="00000000">
          <w:pPr>
            <w:pStyle w:val="DCAEEF3D1609C9458623FC427A1C5E7A"/>
          </w:pPr>
          <w:r>
            <w:t>[Pick the Year]</w:t>
          </w:r>
        </w:p>
      </w:docPartBody>
    </w:docPart>
    <w:docPart>
      <w:docPartPr>
        <w:name w:val="EF5E27D549EC1A4F81DCD4116FD8C8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050903-7158-F844-829D-226B1C1D8EFA}"/>
      </w:docPartPr>
      <w:docPartBody>
        <w:p w:rsidR="00000000" w:rsidRDefault="00000000">
          <w:pPr>
            <w:pStyle w:val="EF5E27D549EC1A4F81DCD4116FD8C839"/>
          </w:pPr>
          <w:r>
            <w:t>[Provided content design feedback to program managers to create accessible segue between English and French versions of related content.]</w:t>
          </w:r>
        </w:p>
      </w:docPartBody>
    </w:docPart>
    <w:docPart>
      <w:docPartPr>
        <w:name w:val="D259B9871732F14BB75A77583E92C1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059E25-8B73-7A4A-96B3-4806F0614800}"/>
      </w:docPartPr>
      <w:docPartBody>
        <w:p w:rsidR="00000000" w:rsidRDefault="00000000">
          <w:pPr>
            <w:pStyle w:val="D259B9871732F14BB75A77583E92C1AD"/>
          </w:pPr>
          <w:r>
            <w:t>[“The Cross-Cultural Communication Epidemic of the 21st Century”]</w:t>
          </w:r>
        </w:p>
      </w:docPartBody>
    </w:docPart>
    <w:docPart>
      <w:docPartPr>
        <w:name w:val="D052FD61EB484C448CA89F3282606C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41F4C0-F23E-AD4F-BFFF-F064CD93DA14}"/>
      </w:docPartPr>
      <w:docPartBody>
        <w:p w:rsidR="00000000" w:rsidRDefault="00000000">
          <w:pPr>
            <w:pStyle w:val="D052FD61EB484C448CA89F3282606C69"/>
          </w:pPr>
          <w:r>
            <w:t xml:space="preserve">[Guest speaker at the Global Communication Convention, </w:t>
          </w:r>
          <w:r>
            <w:rPr>
              <w:i/>
            </w:rPr>
            <w:t>Los Angeles, CA</w:t>
          </w:r>
          <w:r>
            <w:t>]</w:t>
          </w:r>
        </w:p>
      </w:docPartBody>
    </w:docPart>
    <w:docPart>
      <w:docPartPr>
        <w:name w:val="BD53B59F3CC327409517F9A9C5EDC7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CFB3F6-69F1-064F-8634-563AC33A65BD}"/>
      </w:docPartPr>
      <w:docPartBody>
        <w:p w:rsidR="00000000" w:rsidRDefault="00000000">
          <w:pPr>
            <w:pStyle w:val="BD53B59F3CC327409517F9A9C5EDC72A"/>
          </w:pPr>
          <w:r>
            <w:t>[Pick the Year]</w:t>
          </w:r>
        </w:p>
      </w:docPartBody>
    </w:docPart>
    <w:docPart>
      <w:docPartPr>
        <w:name w:val="829C26340B45914ABE88C374810100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CDA598-5A31-9142-9555-019146074F54}"/>
      </w:docPartPr>
      <w:docPartBody>
        <w:p w:rsidR="00000000" w:rsidRDefault="00000000">
          <w:pPr>
            <w:pStyle w:val="829C26340B45914ABE88C374810100CE"/>
          </w:pPr>
          <w:r>
            <w:t>[“Why So Many Documents Remain Inaccessible in the Information Age”]</w:t>
          </w:r>
        </w:p>
      </w:docPartBody>
    </w:docPart>
    <w:docPart>
      <w:docPartPr>
        <w:name w:val="6CF1AF609ADE41428707516322947C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EA4D6C-84D9-6F48-80B7-2FFCA94B16EC}"/>
      </w:docPartPr>
      <w:docPartBody>
        <w:p w:rsidR="00000000" w:rsidRDefault="00000000">
          <w:pPr>
            <w:pStyle w:val="6CF1AF609ADE41428707516322947C32"/>
          </w:pPr>
          <w:r>
            <w:t>[Paper presented at the Annual Meeting of English Professors</w:t>
          </w:r>
          <w:r>
            <w:rPr>
              <w:i/>
            </w:rPr>
            <w:t>, New York, NY</w:t>
          </w:r>
          <w:r>
            <w:t>]</w:t>
          </w:r>
        </w:p>
      </w:docPartBody>
    </w:docPart>
    <w:docPart>
      <w:docPartPr>
        <w:name w:val="89B47F673E1C7B4C9657B8E99E38B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78A926-06D0-7C4A-A8E5-EA4E890475C3}"/>
      </w:docPartPr>
      <w:docPartBody>
        <w:p w:rsidR="00000000" w:rsidRDefault="00000000">
          <w:pPr>
            <w:pStyle w:val="89B47F673E1C7B4C9657B8E99E38BF03"/>
          </w:pPr>
          <w:r>
            <w:t>[Pick the Year]</w:t>
          </w:r>
        </w:p>
      </w:docPartBody>
    </w:docPart>
    <w:docPart>
      <w:docPartPr>
        <w:name w:val="51CBF45CF9C1D8449CA42BE1FD50D9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AEE730-B64C-904B-BC8C-3ED51D1ACAFB}"/>
      </w:docPartPr>
      <w:docPartBody>
        <w:p w:rsidR="00000000" w:rsidRDefault="00000000">
          <w:pPr>
            <w:pStyle w:val="51CBF45CF9C1D8449CA42BE1FD50D9B4"/>
          </w:pPr>
          <w:r>
            <w:t>[“The Female Betrayed and Modern Media”]</w:t>
          </w:r>
        </w:p>
      </w:docPartBody>
    </w:docPart>
    <w:docPart>
      <w:docPartPr>
        <w:name w:val="FCC634CF30125C4B93F8CD0BB4FE94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AC8EB7-1821-5146-8ADE-9771ED19AA1E}"/>
      </w:docPartPr>
      <w:docPartBody>
        <w:p w:rsidR="00000000" w:rsidRDefault="00000000">
          <w:pPr>
            <w:pStyle w:val="FCC634CF30125C4B93F8CD0BB4FE94C8"/>
          </w:pPr>
          <w:r>
            <w:t xml:space="preserve">[Paper presented to the Historical Society for American Women, </w:t>
          </w:r>
          <w:r>
            <w:rPr>
              <w:i/>
            </w:rPr>
            <w:t>Athens, Ohio</w:t>
          </w:r>
          <w:r>
            <w:t>]</w:t>
          </w:r>
        </w:p>
      </w:docPartBody>
    </w:docPart>
    <w:docPart>
      <w:docPartPr>
        <w:name w:val="C67C7399B477A945A64090C9291A3B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2D866B-287D-B949-92CE-1015861E7333}"/>
      </w:docPartPr>
      <w:docPartBody>
        <w:p w:rsidR="00000000" w:rsidRDefault="00000000">
          <w:pPr>
            <w:pStyle w:val="C67C7399B477A945A64090C9291A3BAB"/>
          </w:pPr>
          <w:r>
            <w:t>[Pick the Year]</w:t>
          </w:r>
        </w:p>
      </w:docPartBody>
    </w:docPart>
    <w:docPart>
      <w:docPartPr>
        <w:name w:val="E1B1B4CA64B4514D964D86029705FC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AC9374-209F-6A46-9304-DF19B9B3A1FC}"/>
      </w:docPartPr>
      <w:docPartBody>
        <w:p w:rsidR="00000000" w:rsidRDefault="00000000">
          <w:pPr>
            <w:pStyle w:val="E1B1B4CA64B4514D964D86029705FC29"/>
          </w:pPr>
          <w:r>
            <w:t>[English – native language]</w:t>
          </w:r>
        </w:p>
      </w:docPartBody>
    </w:docPart>
    <w:docPart>
      <w:docPartPr>
        <w:name w:val="03AC348E3A40B74E97C7A3FB768C15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DDB177-4265-634F-99DA-0A92C78863E0}"/>
      </w:docPartPr>
      <w:docPartBody>
        <w:p w:rsidR="00000000" w:rsidRDefault="00000000">
          <w:pPr>
            <w:pStyle w:val="03AC348E3A40B74E97C7A3FB768C151F"/>
          </w:pPr>
          <w:r>
            <w:t>[French – speak fluently and read/write with high proficiency]</w:t>
          </w:r>
        </w:p>
      </w:docPartBody>
    </w:docPart>
    <w:docPart>
      <w:docPartPr>
        <w:name w:val="07802444F4EC7345A69AD4506F1C17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BB5D35-4C20-064D-BF16-349AAC088E58}"/>
      </w:docPartPr>
      <w:docPartBody>
        <w:p w:rsidR="00000000" w:rsidRDefault="00000000">
          <w:pPr>
            <w:pStyle w:val="07802444F4EC7345A69AD4506F1C17C7"/>
          </w:pPr>
          <w:r>
            <w:t>[Spanish and Italian – speak, read, and write with basic competence]</w:t>
          </w:r>
        </w:p>
      </w:docPartBody>
    </w:docPart>
    <w:docPart>
      <w:docPartPr>
        <w:name w:val="F94BD647955E7E489EEA84436B7CA7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8718B2-F48E-D047-BCFD-DC4A79457D56}"/>
      </w:docPartPr>
      <w:docPartBody>
        <w:p w:rsidR="00000000" w:rsidRDefault="00000000">
          <w:pPr>
            <w:pStyle w:val="F94BD647955E7E489EEA84436B7CA7CC"/>
          </w:pPr>
          <w:r>
            <w:t>[American Society of English Honorees]</w:t>
          </w:r>
        </w:p>
      </w:docPartBody>
    </w:docPart>
    <w:docPart>
      <w:docPartPr>
        <w:name w:val="7AFD2929AF6E8544807CD4C7DE7E58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4DDD63-DC48-6443-97E7-437C5CA49BD9}"/>
      </w:docPartPr>
      <w:docPartBody>
        <w:p w:rsidR="00000000" w:rsidRDefault="00000000">
          <w:pPr>
            <w:pStyle w:val="7AFD2929AF6E8544807CD4C7DE7E58B4"/>
          </w:pPr>
          <w:r>
            <w:t>[Western Society of Women Writers]</w:t>
          </w:r>
        </w:p>
      </w:docPartBody>
    </w:docPart>
    <w:docPart>
      <w:docPartPr>
        <w:name w:val="60B8F755D2BD4942BD869B2417AFAC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4AE400-9BA2-BB41-B44D-B95673386421}"/>
      </w:docPartPr>
      <w:docPartBody>
        <w:p w:rsidR="00000000" w:rsidRDefault="00000000">
          <w:pPr>
            <w:pStyle w:val="60B8F755D2BD4942BD869B2417AFACF3"/>
          </w:pPr>
          <w:r>
            <w:t>[Organization of Global Communicators]</w:t>
          </w:r>
        </w:p>
      </w:docPartBody>
    </w:docPart>
    <w:docPart>
      <w:docPartPr>
        <w:name w:val="4A356F2C900E4A4B9DBF4C3C0317DA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BC8AA7-9E7B-B54D-9230-2D066793683F}"/>
      </w:docPartPr>
      <w:docPartBody>
        <w:p w:rsidR="00000000" w:rsidRDefault="00000000">
          <w:pPr>
            <w:pStyle w:val="4A356F2C900E4A4B9DBF4C3C0317DACA"/>
          </w:pPr>
          <w:r>
            <w:rPr>
              <w:rStyle w:val="PlaceholderText"/>
            </w:rPr>
            <w:t>[Your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altName w:val="Cambria"/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830277D9E789448817E44C90E790DD0">
    <w:name w:val="0830277D9E789448817E44C90E790DD0"/>
  </w:style>
  <w:style w:type="paragraph" w:customStyle="1" w:styleId="43A9C7BA5A54C140B7A76DDFCF70FF4E">
    <w:name w:val="43A9C7BA5A54C140B7A76DDFCF70FF4E"/>
  </w:style>
  <w:style w:type="paragraph" w:customStyle="1" w:styleId="65BAF1D548D0A8448B11C77F71CE6929">
    <w:name w:val="65BAF1D548D0A8448B11C77F71CE6929"/>
  </w:style>
  <w:style w:type="paragraph" w:customStyle="1" w:styleId="12460FD20FA0A841B66FB2622E6A8509">
    <w:name w:val="12460FD20FA0A841B66FB2622E6A8509"/>
  </w:style>
  <w:style w:type="paragraph" w:customStyle="1" w:styleId="6DB76FA5F401C34EA5E8D4BB2AF15C59">
    <w:name w:val="6DB76FA5F401C34EA5E8D4BB2AF15C59"/>
  </w:style>
  <w:style w:type="paragraph" w:customStyle="1" w:styleId="00707FF20E8ECD488CD6F613B7FD0A6F">
    <w:name w:val="00707FF20E8ECD488CD6F613B7FD0A6F"/>
  </w:style>
  <w:style w:type="paragraph" w:customStyle="1" w:styleId="0C04D80724AD5749BFA115FFB6774712">
    <w:name w:val="0C04D80724AD5749BFA115FFB6774712"/>
  </w:style>
  <w:style w:type="paragraph" w:customStyle="1" w:styleId="C6DEC08C03BDC540AE0C090572C26200">
    <w:name w:val="C6DEC08C03BDC540AE0C090572C26200"/>
  </w:style>
  <w:style w:type="paragraph" w:customStyle="1" w:styleId="E9A2E281B4F61B4EB1DE589C7B801738">
    <w:name w:val="E9A2E281B4F61B4EB1DE589C7B801738"/>
  </w:style>
  <w:style w:type="paragraph" w:customStyle="1" w:styleId="7601BDE5DE284F42AC2884B41D822086">
    <w:name w:val="7601BDE5DE284F42AC2884B41D822086"/>
  </w:style>
  <w:style w:type="paragraph" w:customStyle="1" w:styleId="8179586FFB667146A94B685180548DCF">
    <w:name w:val="8179586FFB667146A94B685180548DCF"/>
  </w:style>
  <w:style w:type="paragraph" w:customStyle="1" w:styleId="F735D7BA3ED5EA44A44E1C6D677AF87B">
    <w:name w:val="F735D7BA3ED5EA44A44E1C6D677AF87B"/>
  </w:style>
  <w:style w:type="paragraph" w:customStyle="1" w:styleId="B5DAC0629564FC4B84EF48BAA90B3740">
    <w:name w:val="B5DAC0629564FC4B84EF48BAA90B3740"/>
  </w:style>
  <w:style w:type="paragraph" w:customStyle="1" w:styleId="2C3B15A5580F0A448794CA94E7981924">
    <w:name w:val="2C3B15A5580F0A448794CA94E7981924"/>
  </w:style>
  <w:style w:type="paragraph" w:customStyle="1" w:styleId="2F2BCE5BDA97EE43A25A2029BBD5AA22">
    <w:name w:val="2F2BCE5BDA97EE43A25A2029BBD5AA22"/>
  </w:style>
  <w:style w:type="paragraph" w:customStyle="1" w:styleId="0C268A7A3BA9534EB4260BBFA4BB013F">
    <w:name w:val="0C268A7A3BA9534EB4260BBFA4BB013F"/>
  </w:style>
  <w:style w:type="paragraph" w:customStyle="1" w:styleId="02D5FFA99714514799959794FCDF36F3">
    <w:name w:val="02D5FFA99714514799959794FCDF36F3"/>
  </w:style>
  <w:style w:type="paragraph" w:customStyle="1" w:styleId="726E6DFE85F61B4B92F8664852E219EE">
    <w:name w:val="726E6DFE85F61B4B92F8664852E219EE"/>
  </w:style>
  <w:style w:type="paragraph" w:customStyle="1" w:styleId="44DCE29D0C42D74F95F4AE2D48984041">
    <w:name w:val="44DCE29D0C42D74F95F4AE2D48984041"/>
  </w:style>
  <w:style w:type="paragraph" w:customStyle="1" w:styleId="7F4FC91147F4A54398FBC62BA754F65D">
    <w:name w:val="7F4FC91147F4A54398FBC62BA754F65D"/>
  </w:style>
  <w:style w:type="paragraph" w:customStyle="1" w:styleId="E4FA168FAF8C7C47939C3528F4400890">
    <w:name w:val="E4FA168FAF8C7C47939C3528F4400890"/>
  </w:style>
  <w:style w:type="paragraph" w:customStyle="1" w:styleId="BC77B9FA2FBCF64CA7EBEF4A7737E959">
    <w:name w:val="BC77B9FA2FBCF64CA7EBEF4A7737E959"/>
  </w:style>
  <w:style w:type="paragraph" w:customStyle="1" w:styleId="BE759E752B094141905F485BDC08B0DE">
    <w:name w:val="BE759E752B094141905F485BDC08B0DE"/>
  </w:style>
  <w:style w:type="paragraph" w:customStyle="1" w:styleId="C9DEB53AFAC0014EBB6F24D4C487A97B">
    <w:name w:val="C9DEB53AFAC0014EBB6F24D4C487A97B"/>
  </w:style>
  <w:style w:type="paragraph" w:customStyle="1" w:styleId="9956C79A32E3D14F942AA937E02E1E50">
    <w:name w:val="9956C79A32E3D14F942AA937E02E1E50"/>
  </w:style>
  <w:style w:type="paragraph" w:customStyle="1" w:styleId="E9A7CE543C35DC4E84353ED2AB2D710A">
    <w:name w:val="E9A7CE543C35DC4E84353ED2AB2D710A"/>
  </w:style>
  <w:style w:type="paragraph" w:customStyle="1" w:styleId="DF0708E6EA55E846A1EDFFD552F8AD18">
    <w:name w:val="DF0708E6EA55E846A1EDFFD552F8AD18"/>
  </w:style>
  <w:style w:type="paragraph" w:customStyle="1" w:styleId="B2F88D8225489244B8889A67DF867BC9">
    <w:name w:val="B2F88D8225489244B8889A67DF867BC9"/>
  </w:style>
  <w:style w:type="paragraph" w:customStyle="1" w:styleId="6C10B7FABB98AB499FA7971EF56F37B5">
    <w:name w:val="6C10B7FABB98AB499FA7971EF56F37B5"/>
  </w:style>
  <w:style w:type="paragraph" w:customStyle="1" w:styleId="BA955D4BEF6CA14BBC1A842F9EB9BE65">
    <w:name w:val="BA955D4BEF6CA14BBC1A842F9EB9BE65"/>
  </w:style>
  <w:style w:type="paragraph" w:customStyle="1" w:styleId="27D55D0103168841B497243EA34CA13B">
    <w:name w:val="27D55D0103168841B497243EA34CA13B"/>
  </w:style>
  <w:style w:type="paragraph" w:customStyle="1" w:styleId="DB83B21D49B0A247B0136FC4CF5723F2">
    <w:name w:val="DB83B21D49B0A247B0136FC4CF5723F2"/>
  </w:style>
  <w:style w:type="paragraph" w:customStyle="1" w:styleId="268FC60E461EBE429D0FC47FA7E49B38">
    <w:name w:val="268FC60E461EBE429D0FC47FA7E49B38"/>
  </w:style>
  <w:style w:type="paragraph" w:customStyle="1" w:styleId="6DD9FDFDC3B2E343ADCC547690834C6C">
    <w:name w:val="6DD9FDFDC3B2E343ADCC547690834C6C"/>
  </w:style>
  <w:style w:type="paragraph" w:customStyle="1" w:styleId="2A505B76478948448BE31878870869B7">
    <w:name w:val="2A505B76478948448BE31878870869B7"/>
  </w:style>
  <w:style w:type="paragraph" w:customStyle="1" w:styleId="65AE2BA8612BA444856A759807146CBE">
    <w:name w:val="65AE2BA8612BA444856A759807146CBE"/>
  </w:style>
  <w:style w:type="paragraph" w:customStyle="1" w:styleId="DA3291FE0C6FAC4F93804AAD4FE88D95">
    <w:name w:val="DA3291FE0C6FAC4F93804AAD4FE88D95"/>
  </w:style>
  <w:style w:type="paragraph" w:customStyle="1" w:styleId="397073D3B3F0524299BE6F481687B639">
    <w:name w:val="397073D3B3F0524299BE6F481687B639"/>
  </w:style>
  <w:style w:type="paragraph" w:customStyle="1" w:styleId="58F903BF7494ED43970DE9B7890D2050">
    <w:name w:val="58F903BF7494ED43970DE9B7890D2050"/>
  </w:style>
  <w:style w:type="paragraph" w:customStyle="1" w:styleId="2358302FEADD4D48B1A1F3956783ECA0">
    <w:name w:val="2358302FEADD4D48B1A1F3956783ECA0"/>
  </w:style>
  <w:style w:type="paragraph" w:customStyle="1" w:styleId="158002631698D749A3C1F0B400B8A96F">
    <w:name w:val="158002631698D749A3C1F0B400B8A96F"/>
  </w:style>
  <w:style w:type="paragraph" w:customStyle="1" w:styleId="034C1BBA5A503A4E893CBEB4526819E9">
    <w:name w:val="034C1BBA5A503A4E893CBEB4526819E9"/>
  </w:style>
  <w:style w:type="paragraph" w:customStyle="1" w:styleId="E5270B64211FDA44B8F264D2FE28A304">
    <w:name w:val="E5270B64211FDA44B8F264D2FE28A304"/>
  </w:style>
  <w:style w:type="paragraph" w:customStyle="1" w:styleId="2B12FE223936084F95220B3EC319CA50">
    <w:name w:val="2B12FE223936084F95220B3EC319CA50"/>
  </w:style>
  <w:style w:type="paragraph" w:customStyle="1" w:styleId="B51AB83147A54A4393BC58D168FB6211">
    <w:name w:val="B51AB83147A54A4393BC58D168FB6211"/>
  </w:style>
  <w:style w:type="paragraph" w:customStyle="1" w:styleId="7159A352169E814888FD7B308AF41BCF">
    <w:name w:val="7159A352169E814888FD7B308AF41BCF"/>
  </w:style>
  <w:style w:type="paragraph" w:customStyle="1" w:styleId="3CAA7CAF43AFD04CBD253A2CD6085C68">
    <w:name w:val="3CAA7CAF43AFD04CBD253A2CD6085C68"/>
  </w:style>
  <w:style w:type="paragraph" w:customStyle="1" w:styleId="5E60D431A115A44EAE526508B8B17A71">
    <w:name w:val="5E60D431A115A44EAE526508B8B17A71"/>
  </w:style>
  <w:style w:type="paragraph" w:customStyle="1" w:styleId="500F93C4D81328488843C86E8949F49E">
    <w:name w:val="500F93C4D81328488843C86E8949F49E"/>
  </w:style>
  <w:style w:type="paragraph" w:customStyle="1" w:styleId="2A770745CF7E984F89CA88EF33F85C98">
    <w:name w:val="2A770745CF7E984F89CA88EF33F85C98"/>
  </w:style>
  <w:style w:type="paragraph" w:customStyle="1" w:styleId="4DB1EEDF8B96DD4DBDE33C9CE70B5FE1">
    <w:name w:val="4DB1EEDF8B96DD4DBDE33C9CE70B5FE1"/>
  </w:style>
  <w:style w:type="paragraph" w:customStyle="1" w:styleId="FD9560BCEBC29747B56480F00E40CCA2">
    <w:name w:val="FD9560BCEBC29747B56480F00E40CCA2"/>
  </w:style>
  <w:style w:type="paragraph" w:customStyle="1" w:styleId="815ABA3907BD914C9F6714E7188C8E67">
    <w:name w:val="815ABA3907BD914C9F6714E7188C8E67"/>
  </w:style>
  <w:style w:type="paragraph" w:customStyle="1" w:styleId="73B668B3591C9F418AEF8DE2E340ED16">
    <w:name w:val="73B668B3591C9F418AEF8DE2E340ED16"/>
  </w:style>
  <w:style w:type="paragraph" w:customStyle="1" w:styleId="A233D1E4E9237B44BA5A080720C08382">
    <w:name w:val="A233D1E4E9237B44BA5A080720C08382"/>
  </w:style>
  <w:style w:type="paragraph" w:customStyle="1" w:styleId="275BB1097B92B4499FB9374148B24D9E">
    <w:name w:val="275BB1097B92B4499FB9374148B24D9E"/>
  </w:style>
  <w:style w:type="paragraph" w:customStyle="1" w:styleId="56A9647EDAE92247B96B9E36F439E3BC">
    <w:name w:val="56A9647EDAE92247B96B9E36F439E3BC"/>
  </w:style>
  <w:style w:type="paragraph" w:customStyle="1" w:styleId="7BCE99948C005141A4712BE3386377C0">
    <w:name w:val="7BCE99948C005141A4712BE3386377C0"/>
  </w:style>
  <w:style w:type="paragraph" w:customStyle="1" w:styleId="DCAEEF3D1609C9458623FC427A1C5E7A">
    <w:name w:val="DCAEEF3D1609C9458623FC427A1C5E7A"/>
  </w:style>
  <w:style w:type="paragraph" w:customStyle="1" w:styleId="EF5E27D549EC1A4F81DCD4116FD8C839">
    <w:name w:val="EF5E27D549EC1A4F81DCD4116FD8C839"/>
  </w:style>
  <w:style w:type="paragraph" w:customStyle="1" w:styleId="D259B9871732F14BB75A77583E92C1AD">
    <w:name w:val="D259B9871732F14BB75A77583E92C1AD"/>
  </w:style>
  <w:style w:type="paragraph" w:customStyle="1" w:styleId="D052FD61EB484C448CA89F3282606C69">
    <w:name w:val="D052FD61EB484C448CA89F3282606C69"/>
  </w:style>
  <w:style w:type="paragraph" w:customStyle="1" w:styleId="BD53B59F3CC327409517F9A9C5EDC72A">
    <w:name w:val="BD53B59F3CC327409517F9A9C5EDC72A"/>
  </w:style>
  <w:style w:type="paragraph" w:customStyle="1" w:styleId="829C26340B45914ABE88C374810100CE">
    <w:name w:val="829C26340B45914ABE88C374810100CE"/>
  </w:style>
  <w:style w:type="paragraph" w:customStyle="1" w:styleId="6CF1AF609ADE41428707516322947C32">
    <w:name w:val="6CF1AF609ADE41428707516322947C32"/>
  </w:style>
  <w:style w:type="paragraph" w:customStyle="1" w:styleId="89B47F673E1C7B4C9657B8E99E38BF03">
    <w:name w:val="89B47F673E1C7B4C9657B8E99E38BF03"/>
  </w:style>
  <w:style w:type="paragraph" w:customStyle="1" w:styleId="51CBF45CF9C1D8449CA42BE1FD50D9B4">
    <w:name w:val="51CBF45CF9C1D8449CA42BE1FD50D9B4"/>
  </w:style>
  <w:style w:type="paragraph" w:customStyle="1" w:styleId="FCC634CF30125C4B93F8CD0BB4FE94C8">
    <w:name w:val="FCC634CF30125C4B93F8CD0BB4FE94C8"/>
  </w:style>
  <w:style w:type="paragraph" w:customStyle="1" w:styleId="C67C7399B477A945A64090C9291A3BAB">
    <w:name w:val="C67C7399B477A945A64090C9291A3BAB"/>
  </w:style>
  <w:style w:type="paragraph" w:customStyle="1" w:styleId="E1B1B4CA64B4514D964D86029705FC29">
    <w:name w:val="E1B1B4CA64B4514D964D86029705FC29"/>
  </w:style>
  <w:style w:type="paragraph" w:customStyle="1" w:styleId="03AC348E3A40B74E97C7A3FB768C151F">
    <w:name w:val="03AC348E3A40B74E97C7A3FB768C151F"/>
  </w:style>
  <w:style w:type="paragraph" w:customStyle="1" w:styleId="07802444F4EC7345A69AD4506F1C17C7">
    <w:name w:val="07802444F4EC7345A69AD4506F1C17C7"/>
  </w:style>
  <w:style w:type="paragraph" w:customStyle="1" w:styleId="F94BD647955E7E489EEA84436B7CA7CC">
    <w:name w:val="F94BD647955E7E489EEA84436B7CA7CC"/>
  </w:style>
  <w:style w:type="paragraph" w:customStyle="1" w:styleId="7AFD2929AF6E8544807CD4C7DE7E58B4">
    <w:name w:val="7AFD2929AF6E8544807CD4C7DE7E58B4"/>
  </w:style>
  <w:style w:type="paragraph" w:customStyle="1" w:styleId="60B8F755D2BD4942BD869B2417AFACF3">
    <w:name w:val="60B8F755D2BD4942BD869B2417AFACF3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4A356F2C900E4A4B9DBF4C3C0317DACA">
    <w:name w:val="4A356F2C900E4A4B9DBF4C3C0317DACA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830277D9E789448817E44C90E790DD0">
    <w:name w:val="0830277D9E789448817E44C90E790DD0"/>
  </w:style>
  <w:style w:type="paragraph" w:customStyle="1" w:styleId="43A9C7BA5A54C140B7A76DDFCF70FF4E">
    <w:name w:val="43A9C7BA5A54C140B7A76DDFCF70FF4E"/>
  </w:style>
  <w:style w:type="paragraph" w:customStyle="1" w:styleId="65BAF1D548D0A8448B11C77F71CE6929">
    <w:name w:val="65BAF1D548D0A8448B11C77F71CE6929"/>
  </w:style>
  <w:style w:type="paragraph" w:customStyle="1" w:styleId="12460FD20FA0A841B66FB2622E6A8509">
    <w:name w:val="12460FD20FA0A841B66FB2622E6A8509"/>
  </w:style>
  <w:style w:type="paragraph" w:customStyle="1" w:styleId="6DB76FA5F401C34EA5E8D4BB2AF15C59">
    <w:name w:val="6DB76FA5F401C34EA5E8D4BB2AF15C59"/>
  </w:style>
  <w:style w:type="paragraph" w:customStyle="1" w:styleId="00707FF20E8ECD488CD6F613B7FD0A6F">
    <w:name w:val="00707FF20E8ECD488CD6F613B7FD0A6F"/>
  </w:style>
  <w:style w:type="paragraph" w:customStyle="1" w:styleId="0C04D80724AD5749BFA115FFB6774712">
    <w:name w:val="0C04D80724AD5749BFA115FFB6774712"/>
  </w:style>
  <w:style w:type="paragraph" w:customStyle="1" w:styleId="C6DEC08C03BDC540AE0C090572C26200">
    <w:name w:val="C6DEC08C03BDC540AE0C090572C26200"/>
  </w:style>
  <w:style w:type="paragraph" w:customStyle="1" w:styleId="E9A2E281B4F61B4EB1DE589C7B801738">
    <w:name w:val="E9A2E281B4F61B4EB1DE589C7B801738"/>
  </w:style>
  <w:style w:type="paragraph" w:customStyle="1" w:styleId="7601BDE5DE284F42AC2884B41D822086">
    <w:name w:val="7601BDE5DE284F42AC2884B41D822086"/>
  </w:style>
  <w:style w:type="paragraph" w:customStyle="1" w:styleId="8179586FFB667146A94B685180548DCF">
    <w:name w:val="8179586FFB667146A94B685180548DCF"/>
  </w:style>
  <w:style w:type="paragraph" w:customStyle="1" w:styleId="F735D7BA3ED5EA44A44E1C6D677AF87B">
    <w:name w:val="F735D7BA3ED5EA44A44E1C6D677AF87B"/>
  </w:style>
  <w:style w:type="paragraph" w:customStyle="1" w:styleId="B5DAC0629564FC4B84EF48BAA90B3740">
    <w:name w:val="B5DAC0629564FC4B84EF48BAA90B3740"/>
  </w:style>
  <w:style w:type="paragraph" w:customStyle="1" w:styleId="2C3B15A5580F0A448794CA94E7981924">
    <w:name w:val="2C3B15A5580F0A448794CA94E7981924"/>
  </w:style>
  <w:style w:type="paragraph" w:customStyle="1" w:styleId="2F2BCE5BDA97EE43A25A2029BBD5AA22">
    <w:name w:val="2F2BCE5BDA97EE43A25A2029BBD5AA22"/>
  </w:style>
  <w:style w:type="paragraph" w:customStyle="1" w:styleId="0C268A7A3BA9534EB4260BBFA4BB013F">
    <w:name w:val="0C268A7A3BA9534EB4260BBFA4BB013F"/>
  </w:style>
  <w:style w:type="paragraph" w:customStyle="1" w:styleId="02D5FFA99714514799959794FCDF36F3">
    <w:name w:val="02D5FFA99714514799959794FCDF36F3"/>
  </w:style>
  <w:style w:type="paragraph" w:customStyle="1" w:styleId="726E6DFE85F61B4B92F8664852E219EE">
    <w:name w:val="726E6DFE85F61B4B92F8664852E219EE"/>
  </w:style>
  <w:style w:type="paragraph" w:customStyle="1" w:styleId="44DCE29D0C42D74F95F4AE2D48984041">
    <w:name w:val="44DCE29D0C42D74F95F4AE2D48984041"/>
  </w:style>
  <w:style w:type="paragraph" w:customStyle="1" w:styleId="7F4FC91147F4A54398FBC62BA754F65D">
    <w:name w:val="7F4FC91147F4A54398FBC62BA754F65D"/>
  </w:style>
  <w:style w:type="paragraph" w:customStyle="1" w:styleId="E4FA168FAF8C7C47939C3528F4400890">
    <w:name w:val="E4FA168FAF8C7C47939C3528F4400890"/>
  </w:style>
  <w:style w:type="paragraph" w:customStyle="1" w:styleId="BC77B9FA2FBCF64CA7EBEF4A7737E959">
    <w:name w:val="BC77B9FA2FBCF64CA7EBEF4A7737E959"/>
  </w:style>
  <w:style w:type="paragraph" w:customStyle="1" w:styleId="BE759E752B094141905F485BDC08B0DE">
    <w:name w:val="BE759E752B094141905F485BDC08B0DE"/>
  </w:style>
  <w:style w:type="paragraph" w:customStyle="1" w:styleId="C9DEB53AFAC0014EBB6F24D4C487A97B">
    <w:name w:val="C9DEB53AFAC0014EBB6F24D4C487A97B"/>
  </w:style>
  <w:style w:type="paragraph" w:customStyle="1" w:styleId="9956C79A32E3D14F942AA937E02E1E50">
    <w:name w:val="9956C79A32E3D14F942AA937E02E1E50"/>
  </w:style>
  <w:style w:type="paragraph" w:customStyle="1" w:styleId="E9A7CE543C35DC4E84353ED2AB2D710A">
    <w:name w:val="E9A7CE543C35DC4E84353ED2AB2D710A"/>
  </w:style>
  <w:style w:type="paragraph" w:customStyle="1" w:styleId="DF0708E6EA55E846A1EDFFD552F8AD18">
    <w:name w:val="DF0708E6EA55E846A1EDFFD552F8AD18"/>
  </w:style>
  <w:style w:type="paragraph" w:customStyle="1" w:styleId="B2F88D8225489244B8889A67DF867BC9">
    <w:name w:val="B2F88D8225489244B8889A67DF867BC9"/>
  </w:style>
  <w:style w:type="paragraph" w:customStyle="1" w:styleId="6C10B7FABB98AB499FA7971EF56F37B5">
    <w:name w:val="6C10B7FABB98AB499FA7971EF56F37B5"/>
  </w:style>
  <w:style w:type="paragraph" w:customStyle="1" w:styleId="BA955D4BEF6CA14BBC1A842F9EB9BE65">
    <w:name w:val="BA955D4BEF6CA14BBC1A842F9EB9BE65"/>
  </w:style>
  <w:style w:type="paragraph" w:customStyle="1" w:styleId="27D55D0103168841B497243EA34CA13B">
    <w:name w:val="27D55D0103168841B497243EA34CA13B"/>
  </w:style>
  <w:style w:type="paragraph" w:customStyle="1" w:styleId="DB83B21D49B0A247B0136FC4CF5723F2">
    <w:name w:val="DB83B21D49B0A247B0136FC4CF5723F2"/>
  </w:style>
  <w:style w:type="paragraph" w:customStyle="1" w:styleId="268FC60E461EBE429D0FC47FA7E49B38">
    <w:name w:val="268FC60E461EBE429D0FC47FA7E49B38"/>
  </w:style>
  <w:style w:type="paragraph" w:customStyle="1" w:styleId="6DD9FDFDC3B2E343ADCC547690834C6C">
    <w:name w:val="6DD9FDFDC3B2E343ADCC547690834C6C"/>
  </w:style>
  <w:style w:type="paragraph" w:customStyle="1" w:styleId="2A505B76478948448BE31878870869B7">
    <w:name w:val="2A505B76478948448BE31878870869B7"/>
  </w:style>
  <w:style w:type="paragraph" w:customStyle="1" w:styleId="65AE2BA8612BA444856A759807146CBE">
    <w:name w:val="65AE2BA8612BA444856A759807146CBE"/>
  </w:style>
  <w:style w:type="paragraph" w:customStyle="1" w:styleId="DA3291FE0C6FAC4F93804AAD4FE88D95">
    <w:name w:val="DA3291FE0C6FAC4F93804AAD4FE88D95"/>
  </w:style>
  <w:style w:type="paragraph" w:customStyle="1" w:styleId="397073D3B3F0524299BE6F481687B639">
    <w:name w:val="397073D3B3F0524299BE6F481687B639"/>
  </w:style>
  <w:style w:type="paragraph" w:customStyle="1" w:styleId="58F903BF7494ED43970DE9B7890D2050">
    <w:name w:val="58F903BF7494ED43970DE9B7890D2050"/>
  </w:style>
  <w:style w:type="paragraph" w:customStyle="1" w:styleId="2358302FEADD4D48B1A1F3956783ECA0">
    <w:name w:val="2358302FEADD4D48B1A1F3956783ECA0"/>
  </w:style>
  <w:style w:type="paragraph" w:customStyle="1" w:styleId="158002631698D749A3C1F0B400B8A96F">
    <w:name w:val="158002631698D749A3C1F0B400B8A96F"/>
  </w:style>
  <w:style w:type="paragraph" w:customStyle="1" w:styleId="034C1BBA5A503A4E893CBEB4526819E9">
    <w:name w:val="034C1BBA5A503A4E893CBEB4526819E9"/>
  </w:style>
  <w:style w:type="paragraph" w:customStyle="1" w:styleId="E5270B64211FDA44B8F264D2FE28A304">
    <w:name w:val="E5270B64211FDA44B8F264D2FE28A304"/>
  </w:style>
  <w:style w:type="paragraph" w:customStyle="1" w:styleId="2B12FE223936084F95220B3EC319CA50">
    <w:name w:val="2B12FE223936084F95220B3EC319CA50"/>
  </w:style>
  <w:style w:type="paragraph" w:customStyle="1" w:styleId="B51AB83147A54A4393BC58D168FB6211">
    <w:name w:val="B51AB83147A54A4393BC58D168FB6211"/>
  </w:style>
  <w:style w:type="paragraph" w:customStyle="1" w:styleId="7159A352169E814888FD7B308AF41BCF">
    <w:name w:val="7159A352169E814888FD7B308AF41BCF"/>
  </w:style>
  <w:style w:type="paragraph" w:customStyle="1" w:styleId="3CAA7CAF43AFD04CBD253A2CD6085C68">
    <w:name w:val="3CAA7CAF43AFD04CBD253A2CD6085C68"/>
  </w:style>
  <w:style w:type="paragraph" w:customStyle="1" w:styleId="5E60D431A115A44EAE526508B8B17A71">
    <w:name w:val="5E60D431A115A44EAE526508B8B17A71"/>
  </w:style>
  <w:style w:type="paragraph" w:customStyle="1" w:styleId="500F93C4D81328488843C86E8949F49E">
    <w:name w:val="500F93C4D81328488843C86E8949F49E"/>
  </w:style>
  <w:style w:type="paragraph" w:customStyle="1" w:styleId="2A770745CF7E984F89CA88EF33F85C98">
    <w:name w:val="2A770745CF7E984F89CA88EF33F85C98"/>
  </w:style>
  <w:style w:type="paragraph" w:customStyle="1" w:styleId="4DB1EEDF8B96DD4DBDE33C9CE70B5FE1">
    <w:name w:val="4DB1EEDF8B96DD4DBDE33C9CE70B5FE1"/>
  </w:style>
  <w:style w:type="paragraph" w:customStyle="1" w:styleId="FD9560BCEBC29747B56480F00E40CCA2">
    <w:name w:val="FD9560BCEBC29747B56480F00E40CCA2"/>
  </w:style>
  <w:style w:type="paragraph" w:customStyle="1" w:styleId="815ABA3907BD914C9F6714E7188C8E67">
    <w:name w:val="815ABA3907BD914C9F6714E7188C8E67"/>
  </w:style>
  <w:style w:type="paragraph" w:customStyle="1" w:styleId="73B668B3591C9F418AEF8DE2E340ED16">
    <w:name w:val="73B668B3591C9F418AEF8DE2E340ED16"/>
  </w:style>
  <w:style w:type="paragraph" w:customStyle="1" w:styleId="A233D1E4E9237B44BA5A080720C08382">
    <w:name w:val="A233D1E4E9237B44BA5A080720C08382"/>
  </w:style>
  <w:style w:type="paragraph" w:customStyle="1" w:styleId="275BB1097B92B4499FB9374148B24D9E">
    <w:name w:val="275BB1097B92B4499FB9374148B24D9E"/>
  </w:style>
  <w:style w:type="paragraph" w:customStyle="1" w:styleId="56A9647EDAE92247B96B9E36F439E3BC">
    <w:name w:val="56A9647EDAE92247B96B9E36F439E3BC"/>
  </w:style>
  <w:style w:type="paragraph" w:customStyle="1" w:styleId="7BCE99948C005141A4712BE3386377C0">
    <w:name w:val="7BCE99948C005141A4712BE3386377C0"/>
  </w:style>
  <w:style w:type="paragraph" w:customStyle="1" w:styleId="DCAEEF3D1609C9458623FC427A1C5E7A">
    <w:name w:val="DCAEEF3D1609C9458623FC427A1C5E7A"/>
  </w:style>
  <w:style w:type="paragraph" w:customStyle="1" w:styleId="EF5E27D549EC1A4F81DCD4116FD8C839">
    <w:name w:val="EF5E27D549EC1A4F81DCD4116FD8C839"/>
  </w:style>
  <w:style w:type="paragraph" w:customStyle="1" w:styleId="D259B9871732F14BB75A77583E92C1AD">
    <w:name w:val="D259B9871732F14BB75A77583E92C1AD"/>
  </w:style>
  <w:style w:type="paragraph" w:customStyle="1" w:styleId="D052FD61EB484C448CA89F3282606C69">
    <w:name w:val="D052FD61EB484C448CA89F3282606C69"/>
  </w:style>
  <w:style w:type="paragraph" w:customStyle="1" w:styleId="BD53B59F3CC327409517F9A9C5EDC72A">
    <w:name w:val="BD53B59F3CC327409517F9A9C5EDC72A"/>
  </w:style>
  <w:style w:type="paragraph" w:customStyle="1" w:styleId="829C26340B45914ABE88C374810100CE">
    <w:name w:val="829C26340B45914ABE88C374810100CE"/>
  </w:style>
  <w:style w:type="paragraph" w:customStyle="1" w:styleId="6CF1AF609ADE41428707516322947C32">
    <w:name w:val="6CF1AF609ADE41428707516322947C32"/>
  </w:style>
  <w:style w:type="paragraph" w:customStyle="1" w:styleId="89B47F673E1C7B4C9657B8E99E38BF03">
    <w:name w:val="89B47F673E1C7B4C9657B8E99E38BF03"/>
  </w:style>
  <w:style w:type="paragraph" w:customStyle="1" w:styleId="51CBF45CF9C1D8449CA42BE1FD50D9B4">
    <w:name w:val="51CBF45CF9C1D8449CA42BE1FD50D9B4"/>
  </w:style>
  <w:style w:type="paragraph" w:customStyle="1" w:styleId="FCC634CF30125C4B93F8CD0BB4FE94C8">
    <w:name w:val="FCC634CF30125C4B93F8CD0BB4FE94C8"/>
  </w:style>
  <w:style w:type="paragraph" w:customStyle="1" w:styleId="C67C7399B477A945A64090C9291A3BAB">
    <w:name w:val="C67C7399B477A945A64090C9291A3BAB"/>
  </w:style>
  <w:style w:type="paragraph" w:customStyle="1" w:styleId="E1B1B4CA64B4514D964D86029705FC29">
    <w:name w:val="E1B1B4CA64B4514D964D86029705FC29"/>
  </w:style>
  <w:style w:type="paragraph" w:customStyle="1" w:styleId="03AC348E3A40B74E97C7A3FB768C151F">
    <w:name w:val="03AC348E3A40B74E97C7A3FB768C151F"/>
  </w:style>
  <w:style w:type="paragraph" w:customStyle="1" w:styleId="07802444F4EC7345A69AD4506F1C17C7">
    <w:name w:val="07802444F4EC7345A69AD4506F1C17C7"/>
  </w:style>
  <w:style w:type="paragraph" w:customStyle="1" w:styleId="F94BD647955E7E489EEA84436B7CA7CC">
    <w:name w:val="F94BD647955E7E489EEA84436B7CA7CC"/>
  </w:style>
  <w:style w:type="paragraph" w:customStyle="1" w:styleId="7AFD2929AF6E8544807CD4C7DE7E58B4">
    <w:name w:val="7AFD2929AF6E8544807CD4C7DE7E58B4"/>
  </w:style>
  <w:style w:type="paragraph" w:customStyle="1" w:styleId="60B8F755D2BD4942BD869B2417AFACF3">
    <w:name w:val="60B8F755D2BD4942BD869B2417AFACF3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4A356F2C900E4A4B9DBF4C3C0317DACA">
    <w:name w:val="4A356F2C900E4A4B9DBF4C3C0317DA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rketSpecific xmlns="4873beb7-5857-4685-be1f-d57550cc96cc" xsi:nil="true"/>
    <ApprovalStatus xmlns="4873beb7-5857-4685-be1f-d57550cc96cc">InProgress</ApprovalStatus>
    <DirectSourceMarket xmlns="4873beb7-5857-4685-be1f-d57550cc96cc" xsi:nil="true"/>
    <PrimaryImageGen xmlns="4873beb7-5857-4685-be1f-d57550cc96cc">true</PrimaryImageGen>
    <ThumbnailAssetId xmlns="4873beb7-5857-4685-be1f-d57550cc96cc" xsi:nil="true"/>
    <NumericId xmlns="4873beb7-5857-4685-be1f-d57550cc96cc">-1</NumericId>
    <TPFriendlyName xmlns="4873beb7-5857-4685-be1f-d57550cc96cc">Curriculum vitae</TPFriendlyName>
    <BusinessGroup xmlns="4873beb7-5857-4685-be1f-d57550cc96cc" xsi:nil="true"/>
    <APEditor xmlns="4873beb7-5857-4685-be1f-d57550cc96cc">
      <UserInfo>
        <DisplayName>REDMOND\v-luannv</DisplayName>
        <AccountId>92</AccountId>
        <AccountType/>
      </UserInfo>
    </APEditor>
    <SourceTitle xmlns="4873beb7-5857-4685-be1f-d57550cc96cc">Curriculum vitae</SourceTitle>
    <OpenTemplate xmlns="4873beb7-5857-4685-be1f-d57550cc96cc">true</OpenTemplate>
    <UALocComments xmlns="4873beb7-5857-4685-be1f-d57550cc96cc" xsi:nil="true"/>
    <ParentAssetId xmlns="4873beb7-5857-4685-be1f-d57550cc96cc" xsi:nil="true"/>
    <IntlLangReviewDate xmlns="4873beb7-5857-4685-be1f-d57550cc96cc" xsi:nil="true"/>
    <PublishStatusLookup xmlns="4873beb7-5857-4685-be1f-d57550cc96cc">
      <Value>273967</Value>
      <Value>1305053</Value>
    </PublishStatusLookup>
    <MachineTranslated xmlns="4873beb7-5857-4685-be1f-d57550cc96cc">false</MachineTranslated>
    <OriginalSourceMarket xmlns="4873beb7-5857-4685-be1f-d57550cc96cc" xsi:nil="true"/>
    <TPInstallLocation xmlns="4873beb7-5857-4685-be1f-d57550cc96cc">{My Templates}</TPInstallLocation>
    <APDescription xmlns="4873beb7-5857-4685-be1f-d57550cc96cc" xsi:nil="true"/>
    <ContentItem xmlns="4873beb7-5857-4685-be1f-d57550cc96cc" xsi:nil="true"/>
    <ClipArtFilename xmlns="4873beb7-5857-4685-be1f-d57550cc96cc" xsi:nil="true"/>
    <APAuthor xmlns="4873beb7-5857-4685-be1f-d57550cc96cc">
      <UserInfo>
        <DisplayName>REDMOND\cynvey</DisplayName>
        <AccountId>191</AccountId>
        <AccountType/>
      </UserInfo>
    </APAuthor>
    <TPAppVersion xmlns="4873beb7-5857-4685-be1f-d57550cc96cc">11</TPAppVersion>
    <TPCommandLine xmlns="4873beb7-5857-4685-be1f-d57550cc96cc">{WD} /f {FilePath}</TPCommandLine>
    <PublishTargets xmlns="4873beb7-5857-4685-be1f-d57550cc96cc">OfficeOnline</PublishTargets>
    <TPLaunchHelpLinkType xmlns="4873beb7-5857-4685-be1f-d57550cc96cc">Template</TPLaunchHelpLinkType>
    <TimesCloned xmlns="4873beb7-5857-4685-be1f-d57550cc96cc" xsi:nil="true"/>
    <EditorialStatus xmlns="4873beb7-5857-4685-be1f-d57550cc96cc" xsi:nil="true"/>
    <LastModifiedDateTime xmlns="4873beb7-5857-4685-be1f-d57550cc96cc" xsi:nil="true"/>
    <AcquiredFrom xmlns="4873beb7-5857-4685-be1f-d57550cc96cc" xsi:nil="true"/>
    <AssetStart xmlns="4873beb7-5857-4685-be1f-d57550cc96cc">2009-05-30T21:57:49+00:00</AssetStart>
    <Provider xmlns="4873beb7-5857-4685-be1f-d57550cc96cc">EY006220130</Provider>
    <LastHandOff xmlns="4873beb7-5857-4685-be1f-d57550cc96cc" xsi:nil="true"/>
    <ArtSampleDocs xmlns="4873beb7-5857-4685-be1f-d57550cc96cc" xsi:nil="true"/>
    <TPClientViewer xmlns="4873beb7-5857-4685-be1f-d57550cc96cc">Microsoft Office Word</TPClientViewer>
    <UACurrentWords xmlns="4873beb7-5857-4685-be1f-d57550cc96cc">0</UACurrentWords>
    <UALocRecommendation xmlns="4873beb7-5857-4685-be1f-d57550cc96cc">Localize</UALocRecommendation>
    <IsDeleted xmlns="4873beb7-5857-4685-be1f-d57550cc96cc">false</IsDeleted>
    <TemplateStatus xmlns="4873beb7-5857-4685-be1f-d57550cc96cc">Complete</TemplateStatus>
    <UANotes xmlns="4873beb7-5857-4685-be1f-d57550cc96cc">O14 beta2</UANotes>
    <ShowIn xmlns="4873beb7-5857-4685-be1f-d57550cc96cc" xsi:nil="true"/>
    <CSXHash xmlns="4873beb7-5857-4685-be1f-d57550cc96cc" xsi:nil="true"/>
    <VoteCount xmlns="4873beb7-5857-4685-be1f-d57550cc96cc" xsi:nil="true"/>
    <AssetExpire xmlns="4873beb7-5857-4685-be1f-d57550cc96cc">2100-01-01T00:00:00+00:00</AssetExpire>
    <CSXSubmissionMarket xmlns="4873beb7-5857-4685-be1f-d57550cc96cc" xsi:nil="true"/>
    <DSATActionTaken xmlns="4873beb7-5857-4685-be1f-d57550cc96cc" xsi:nil="true"/>
    <TPExecutable xmlns="4873beb7-5857-4685-be1f-d57550cc96cc" xsi:nil="true"/>
    <SubmitterId xmlns="4873beb7-5857-4685-be1f-d57550cc96cc" xsi:nil="true"/>
    <AssetType xmlns="4873beb7-5857-4685-be1f-d57550cc96cc">TP</AssetType>
    <BugNumber xmlns="4873beb7-5857-4685-be1f-d57550cc96cc">654126. 737370</BugNumber>
    <CSXSubmissionDate xmlns="4873beb7-5857-4685-be1f-d57550cc96cc" xsi:nil="true"/>
    <CSXUpdate xmlns="4873beb7-5857-4685-be1f-d57550cc96cc">false</CSXUpdate>
    <ApprovalLog xmlns="4873beb7-5857-4685-be1f-d57550cc96cc" xsi:nil="true"/>
    <Milestone xmlns="4873beb7-5857-4685-be1f-d57550cc96cc" xsi:nil="true"/>
    <OriginAsset xmlns="4873beb7-5857-4685-be1f-d57550cc96cc" xsi:nil="true"/>
    <TPComponent xmlns="4873beb7-5857-4685-be1f-d57550cc96cc">WORDFiles</TPComponent>
    <AssetId xmlns="4873beb7-5857-4685-be1f-d57550cc96cc">TP010169559</AssetId>
    <TPApplication xmlns="4873beb7-5857-4685-be1f-d57550cc96cc">Word</TPApplication>
    <TPLaunchHelpLink xmlns="4873beb7-5857-4685-be1f-d57550cc96cc" xsi:nil="true"/>
    <IntlLocPriority xmlns="4873beb7-5857-4685-be1f-d57550cc96cc" xsi:nil="true"/>
    <CrawlForDependencies xmlns="4873beb7-5857-4685-be1f-d57550cc96cc">false</CrawlForDependencies>
    <PlannedPubDate xmlns="4873beb7-5857-4685-be1f-d57550cc96cc">2006-07-14T07:00:00+00:00</PlannedPubDate>
    <IntlLangReviewer xmlns="4873beb7-5857-4685-be1f-d57550cc96cc" xsi:nil="true"/>
    <HandoffToMSDN xmlns="4873beb7-5857-4685-be1f-d57550cc96cc" xsi:nil="true"/>
    <TrustLevel xmlns="4873beb7-5857-4685-be1f-d57550cc96cc">1 Microsoft Managed Content</TrustLevel>
    <IsSearchable xmlns="4873beb7-5857-4685-be1f-d57550cc96cc">false</IsSearchable>
    <TPNamespace xmlns="4873beb7-5857-4685-be1f-d57550cc96cc">WINWORD</TPNamespac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astPublishResultLookup xmlns="4873beb7-5857-4685-be1f-d57550cc96cc" xsi:nil="true"/>
    <PolicheckWords xmlns="4873beb7-5857-4685-be1f-d57550cc96cc" xsi:nil="true"/>
    <FriendlyTitle xmlns="4873beb7-5857-4685-be1f-d57550cc96cc" xsi:nil="true"/>
    <Manager xmlns="4873beb7-5857-4685-be1f-d57550cc96cc" xsi:nil="true"/>
    <EditorialTags xmlns="4873beb7-5857-4685-be1f-d57550cc96cc" xsi:nil="true"/>
    <LegacyData xmlns="4873beb7-5857-4685-be1f-d57550cc96cc" xsi:nil="true"/>
    <Downloads xmlns="4873beb7-5857-4685-be1f-d57550cc96cc">0</Downloads>
    <Providers xmlns="4873beb7-5857-4685-be1f-d57550cc96cc" xsi:nil="true"/>
    <TemplateTemplateType xmlns="4873beb7-5857-4685-be1f-d57550cc96cc">Word 2003 Default</TemplateTemplateType>
    <OOCacheId xmlns="4873beb7-5857-4685-be1f-d57550cc96cc" xsi:nil="true"/>
    <BlockPublish xmlns="4873beb7-5857-4685-be1f-d57550cc96cc" xsi:nil="true"/>
    <CampaignTagsTaxHTField0 xmlns="4873beb7-5857-4685-be1f-d57550cc96cc">
      <Terms xmlns="http://schemas.microsoft.com/office/infopath/2007/PartnerControls"/>
    </CampaignTagsTaxHTField0>
    <LocLastLocAttemptVersionLookup xmlns="4873beb7-5857-4685-be1f-d57550cc96cc">144451</LocLastLocAttemptVersionLookup>
    <LocLastLocAttemptVersionTypeLookup xmlns="4873beb7-5857-4685-be1f-d57550cc96cc" xsi:nil="true"/>
    <LocOverallPreviewStatusLookup xmlns="4873beb7-5857-4685-be1f-d57550cc96cc" xsi:nil="true"/>
    <LocOverallPublishStatusLookup xmlns="4873beb7-5857-4685-be1f-d57550cc96cc" xsi:nil="true"/>
    <TaxCatchAll xmlns="4873beb7-5857-4685-be1f-d57550cc96cc"/>
    <LocNewPublishedVersionLookup xmlns="4873beb7-5857-4685-be1f-d57550cc96cc" xsi:nil="true"/>
    <LocPublishedDependentAssetsLookup xmlns="4873beb7-5857-4685-be1f-d57550cc96cc" xsi:nil="true"/>
    <LocComments xmlns="4873beb7-5857-4685-be1f-d57550cc96cc" xsi:nil="true"/>
    <LocProcessedForMarketsLookup xmlns="4873beb7-5857-4685-be1f-d57550cc96cc" xsi:nil="true"/>
    <LocRecommendedHandoff xmlns="4873beb7-5857-4685-be1f-d57550cc96cc" xsi:nil="true"/>
    <LocManualTestRequired xmlns="4873beb7-5857-4685-be1f-d57550cc96cc" xsi:nil="true"/>
    <LocProcessedForHandoffsLookup xmlns="4873beb7-5857-4685-be1f-d57550cc96cc" xsi:nil="true"/>
    <LocOverallHandbackStatusLookup xmlns="4873beb7-5857-4685-be1f-d57550cc96cc" xsi:nil="true"/>
    <LocalizationTagsTaxHTField0 xmlns="4873beb7-5857-4685-be1f-d57550cc96cc">
      <Terms xmlns="http://schemas.microsoft.com/office/infopath/2007/PartnerControls"/>
    </LocalizationTagsTaxHTField0>
    <FeatureTagsTaxHTField0 xmlns="4873beb7-5857-4685-be1f-d57550cc96cc">
      <Terms xmlns="http://schemas.microsoft.com/office/infopath/2007/PartnerControls"/>
    </FeatureTagsTaxHTField0>
    <LocOverallLocStatusLookup xmlns="4873beb7-5857-4685-be1f-d57550cc96cc" xsi:nil="true"/>
    <LocPublishedLinkedAssetsLookup xmlns="4873beb7-5857-4685-be1f-d57550cc96cc" xsi:nil="true"/>
    <InternalTagsTaxHTField0 xmlns="4873beb7-5857-4685-be1f-d57550cc96cc">
      <Terms xmlns="http://schemas.microsoft.com/office/infopath/2007/PartnerControls"/>
    </InternalTagsTaxHTField0>
    <RecommendationsModifier xmlns="4873beb7-5857-4685-be1f-d57550cc96cc" xsi:nil="true"/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MarketGroupTiers2 xmlns="4873beb7-5857-4685-be1f-d57550cc96cc" xsi:nil="true"/>
  </documentManagement>
</p:properties>
</file>

<file path=customXml/itemProps1.xml><?xml version="1.0" encoding="utf-8"?>
<ds:datastoreItem xmlns:ds="http://schemas.openxmlformats.org/officeDocument/2006/customXml" ds:itemID="{97AA62BA-0548-4B24-A745-D5E0E0448C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3508A1-ED12-4352-BFE5-9256697DF1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E2D8BC-D379-448D-BD63-41BA413FF5D3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tf10169559.dotx</Template>
  <TotalTime>1</TotalTime>
  <Pages>2</Pages>
  <Words>572</Words>
  <Characters>2738</Characters>
  <Application>Microsoft Macintosh Word</Application>
  <DocSecurity>0</DocSecurity>
  <Lines>54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11</vt:i4>
      </vt:variant>
    </vt:vector>
  </HeadingPairs>
  <TitlesOfParts>
    <vt:vector size="12" baseType="lpstr">
      <vt:lpstr/>
      <vt:lpstr>&lt;[your name]&gt;</vt:lpstr>
      <vt:lpstr>    EDUCATION</vt:lpstr>
      <vt:lpstr>    AWARDS</vt:lpstr>
      <vt:lpstr>    TEACHING EXPERIENCE</vt:lpstr>
      <vt:lpstr>    RELATED EXPERIENCE</vt:lpstr>
      <vt:lpstr>    PUBLICATIONS AND PAPERS</vt:lpstr>
      <vt:lpstr>        &lt;[“The Cross-Cultural Communication Epidemic of the 21st Century”]&gt;</vt:lpstr>
      <vt:lpstr>        &lt;[“Why So Many Documents Remain Inaccessible in the Information Age”]&gt;</vt:lpstr>
      <vt:lpstr>        &lt;[“The Female Betrayed and Modern Media”]&gt;</vt:lpstr>
      <vt:lpstr>    LANGUAGES</vt:lpstr>
      <vt:lpstr>    MEMBERSHIPS</vt:lpstr>
    </vt:vector>
  </TitlesOfParts>
  <Company/>
  <LinksUpToDate>false</LinksUpToDate>
  <CharactersWithSpaces>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/>
  <dc:creator>Pekka Sinervo</dc:creator>
  <cp:keywords/>
  <cp:lastModifiedBy>Pekka Sinervo</cp:lastModifiedBy>
  <cp:revision>1</cp:revision>
  <cp:lastPrinted>2006-08-01T17:47:00Z</cp:lastPrinted>
  <dcterms:created xsi:type="dcterms:W3CDTF">2017-03-09T10:07:00Z</dcterms:created>
  <dcterms:modified xsi:type="dcterms:W3CDTF">2017-03-09T10:08:00Z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0x0101006EDDDB5EE6D98C44930B742096920B300400F5B6D36B3EF94B4E9A635CDF2A18F5B8</vt:lpwstr>
  </property>
  <property fmtid="{D5CDD505-2E9C-101B-9397-08002B2CF9AE}" pid="3" name="ImageGenCounter">
    <vt:lpwstr>0</vt:lpwstr>
  </property>
  <property fmtid="{D5CDD505-2E9C-101B-9397-08002B2CF9AE}" pid="4" name="ViolationReportStatus">
    <vt:lpwstr>None</vt:lpwstr>
  </property>
  <property fmtid="{D5CDD505-2E9C-101B-9397-08002B2CF9AE}" pid="5" name="ImageGenStatus">
    <vt:lpwstr>0</vt:lpwstr>
  </property>
  <property fmtid="{D5CDD505-2E9C-101B-9397-08002B2CF9AE}" pid="6" name="PolicheckStatus">
    <vt:lpwstr>0</vt:lpwstr>
  </property>
  <property fmtid="{D5CDD505-2E9C-101B-9397-08002B2CF9AE}" pid="7" name="Applications">
    <vt:lpwstr>95;#zwd120;#79;#tpl120;#448;#zwd140</vt:lpwstr>
  </property>
  <property fmtid="{D5CDD505-2E9C-101B-9397-08002B2CF9AE}" pid="8" name="PolicheckCounter">
    <vt:lpwstr>0</vt:lpwstr>
  </property>
  <property fmtid="{D5CDD505-2E9C-101B-9397-08002B2CF9AE}" pid="9" name="APTrustLevel">
    <vt:r8>1</vt:r8>
  </property>
</Properties>
</file>